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3537E" w14:textId="77777777" w:rsidR="008464C6" w:rsidRDefault="008464C6" w:rsidP="005B39CC">
      <w:pPr>
        <w:spacing w:line="360" w:lineRule="auto"/>
        <w:jc w:val="both"/>
        <w:rPr>
          <w:b/>
          <w:lang w:val="et-EE"/>
        </w:rPr>
      </w:pPr>
    </w:p>
    <w:p w14:paraId="031211B5" w14:textId="0CAF3DD2" w:rsidR="007E5736" w:rsidRDefault="005B39CC" w:rsidP="005B39CC">
      <w:pPr>
        <w:spacing w:line="360" w:lineRule="auto"/>
        <w:jc w:val="both"/>
        <w:rPr>
          <w:bCs/>
          <w:lang w:val="et-EE"/>
        </w:rPr>
      </w:pPr>
      <w:r w:rsidRPr="005B39CC">
        <w:rPr>
          <w:bCs/>
          <w:lang w:val="et-EE"/>
        </w:rPr>
        <w:t>Justiitsministeerium</w:t>
      </w:r>
    </w:p>
    <w:p w14:paraId="1E399D9D" w14:textId="3F1741E0" w:rsidR="004925C7" w:rsidRDefault="005B39CC" w:rsidP="007271A3">
      <w:pPr>
        <w:spacing w:line="360" w:lineRule="auto"/>
        <w:jc w:val="both"/>
        <w:rPr>
          <w:bCs/>
          <w:lang w:val="et-EE"/>
        </w:rPr>
      </w:pPr>
      <w:r w:rsidRPr="005B39CC">
        <w:rPr>
          <w:bCs/>
          <w:lang w:val="et-EE"/>
        </w:rPr>
        <w:t>info@just.ee</w:t>
      </w:r>
    </w:p>
    <w:p w14:paraId="159B3D26" w14:textId="07CC452E" w:rsidR="00864933" w:rsidRPr="00D1109A" w:rsidRDefault="00D134E2" w:rsidP="00D1109A">
      <w:pPr>
        <w:spacing w:line="360" w:lineRule="auto"/>
        <w:jc w:val="right"/>
        <w:rPr>
          <w:bCs/>
          <w:lang w:val="nb-NO"/>
        </w:rPr>
      </w:pPr>
      <w:r>
        <w:rPr>
          <w:bCs/>
          <w:lang w:val="et-EE"/>
        </w:rPr>
        <w:t>2</w:t>
      </w:r>
      <w:r w:rsidR="00F90D44">
        <w:rPr>
          <w:bCs/>
          <w:lang w:val="et-EE"/>
        </w:rPr>
        <w:t>2</w:t>
      </w:r>
      <w:r w:rsidR="00F84A4F" w:rsidRPr="005B39CC">
        <w:rPr>
          <w:bCs/>
          <w:lang w:val="et-EE"/>
        </w:rPr>
        <w:t>.</w:t>
      </w:r>
      <w:r w:rsidR="008E0C1A">
        <w:rPr>
          <w:bCs/>
          <w:lang w:val="et-EE"/>
        </w:rPr>
        <w:t>1</w:t>
      </w:r>
      <w:r>
        <w:rPr>
          <w:bCs/>
          <w:lang w:val="et-EE"/>
        </w:rPr>
        <w:t>0</w:t>
      </w:r>
      <w:r w:rsidR="00F84A4F" w:rsidRPr="005B39CC">
        <w:rPr>
          <w:bCs/>
          <w:lang w:val="et-EE"/>
        </w:rPr>
        <w:t>.20</w:t>
      </w:r>
      <w:r w:rsidR="00F84A4F">
        <w:rPr>
          <w:bCs/>
          <w:lang w:val="et-EE"/>
        </w:rPr>
        <w:t>2</w:t>
      </w:r>
      <w:r>
        <w:rPr>
          <w:bCs/>
          <w:lang w:val="et-EE"/>
        </w:rPr>
        <w:t>5</w:t>
      </w:r>
      <w:r w:rsidR="00F84A4F" w:rsidRPr="005B39CC">
        <w:rPr>
          <w:bCs/>
          <w:lang w:val="et-EE"/>
        </w:rPr>
        <w:t xml:space="preserve"> nr </w:t>
      </w:r>
      <w:r w:rsidR="00A8267B" w:rsidRPr="004E7DF5">
        <w:rPr>
          <w:bCs/>
          <w:lang w:val="nb-NO"/>
        </w:rPr>
        <w:t>KL-</w:t>
      </w:r>
      <w:r w:rsidR="00474C1C" w:rsidRPr="00474C1C">
        <w:rPr>
          <w:bCs/>
          <w:lang w:val="nb-NO"/>
        </w:rPr>
        <w:t>KL 114-25</w:t>
      </w:r>
    </w:p>
    <w:p w14:paraId="45855896" w14:textId="77777777" w:rsidR="00D1109A" w:rsidRDefault="00D1109A" w:rsidP="009063CD">
      <w:pPr>
        <w:spacing w:line="360" w:lineRule="auto"/>
        <w:jc w:val="both"/>
        <w:rPr>
          <w:b/>
          <w:lang w:val="et-EE"/>
        </w:rPr>
      </w:pPr>
    </w:p>
    <w:p w14:paraId="4C298652" w14:textId="3D71B59B" w:rsidR="007776F9" w:rsidRDefault="00057B10" w:rsidP="009063CD">
      <w:pPr>
        <w:spacing w:line="360" w:lineRule="auto"/>
        <w:jc w:val="both"/>
        <w:rPr>
          <w:b/>
          <w:lang w:val="et-EE"/>
        </w:rPr>
      </w:pPr>
      <w:r>
        <w:rPr>
          <w:b/>
          <w:lang w:val="et-EE"/>
        </w:rPr>
        <w:t>Märgukiri se</w:t>
      </w:r>
      <w:r w:rsidR="00B44FA6">
        <w:rPr>
          <w:b/>
          <w:lang w:val="et-EE"/>
        </w:rPr>
        <w:t>oses k</w:t>
      </w:r>
      <w:r w:rsidR="002D026C">
        <w:rPr>
          <w:b/>
          <w:lang w:val="et-EE"/>
        </w:rPr>
        <w:t>ortermajade</w:t>
      </w:r>
      <w:r>
        <w:rPr>
          <w:b/>
          <w:lang w:val="et-EE"/>
        </w:rPr>
        <w:t xml:space="preserve"> </w:t>
      </w:r>
      <w:r w:rsidR="00246B97">
        <w:rPr>
          <w:b/>
          <w:lang w:val="et-EE"/>
        </w:rPr>
        <w:t>ko</w:t>
      </w:r>
      <w:r w:rsidR="00B210D9">
        <w:rPr>
          <w:b/>
          <w:lang w:val="et-EE"/>
        </w:rPr>
        <w:t>duomanike kaitsetu olukorraga</w:t>
      </w:r>
    </w:p>
    <w:p w14:paraId="05D70CFC" w14:textId="77777777" w:rsidR="00D1109A" w:rsidRDefault="00D1109A" w:rsidP="009063CD">
      <w:pPr>
        <w:spacing w:line="360" w:lineRule="auto"/>
        <w:jc w:val="both"/>
        <w:rPr>
          <w:b/>
          <w:lang w:val="et-EE"/>
        </w:rPr>
      </w:pPr>
    </w:p>
    <w:p w14:paraId="42399F5A" w14:textId="65447EBE" w:rsidR="00115503" w:rsidRPr="00115503" w:rsidRDefault="00374605" w:rsidP="00115503">
      <w:pPr>
        <w:spacing w:line="360" w:lineRule="auto"/>
        <w:jc w:val="both"/>
        <w:rPr>
          <w:bCs/>
          <w:lang w:val="et-EE"/>
        </w:rPr>
      </w:pPr>
      <w:r>
        <w:rPr>
          <w:bCs/>
          <w:lang w:val="et-EE"/>
        </w:rPr>
        <w:t>Austatud</w:t>
      </w:r>
      <w:r w:rsidR="0037109F" w:rsidRPr="0037109F">
        <w:rPr>
          <w:bCs/>
          <w:lang w:val="et-EE"/>
        </w:rPr>
        <w:t xml:space="preserve"> justiits- ja digiminister</w:t>
      </w:r>
      <w:r w:rsidR="0037109F">
        <w:rPr>
          <w:bCs/>
          <w:lang w:val="et-EE"/>
        </w:rPr>
        <w:t xml:space="preserve"> </w:t>
      </w:r>
      <w:proofErr w:type="spellStart"/>
      <w:r w:rsidR="00B90E66">
        <w:rPr>
          <w:bCs/>
          <w:lang w:val="et-EE"/>
        </w:rPr>
        <w:t>Liisa-Ly</w:t>
      </w:r>
      <w:proofErr w:type="spellEnd"/>
      <w:r w:rsidR="00B90E66">
        <w:rPr>
          <w:bCs/>
          <w:lang w:val="et-EE"/>
        </w:rPr>
        <w:t xml:space="preserve"> Pakosta</w:t>
      </w:r>
      <w:r w:rsidR="00F86FA9">
        <w:rPr>
          <w:bCs/>
          <w:lang w:val="et-EE"/>
        </w:rPr>
        <w:t>.</w:t>
      </w:r>
      <w:r w:rsidR="00283812">
        <w:rPr>
          <w:bCs/>
          <w:lang w:val="et-EE"/>
        </w:rPr>
        <w:t xml:space="preserve"> </w:t>
      </w:r>
      <w:r w:rsidR="00D55070" w:rsidRPr="0068464C">
        <w:rPr>
          <w:bCs/>
          <w:lang w:val="et-EE"/>
        </w:rPr>
        <w:t>Eesti Om</w:t>
      </w:r>
      <w:r w:rsidR="0068464C" w:rsidRPr="0068464C">
        <w:rPr>
          <w:bCs/>
          <w:lang w:val="et-EE"/>
        </w:rPr>
        <w:t>an</w:t>
      </w:r>
      <w:r w:rsidR="00D55070" w:rsidRPr="0068464C">
        <w:rPr>
          <w:bCs/>
          <w:lang w:val="et-EE"/>
        </w:rPr>
        <w:t>ike Kesklii</w:t>
      </w:r>
      <w:r w:rsidR="00D87126">
        <w:rPr>
          <w:bCs/>
          <w:lang w:val="et-EE"/>
        </w:rPr>
        <w:t>t</w:t>
      </w:r>
      <w:r w:rsidR="0068464C" w:rsidRPr="0068464C">
        <w:rPr>
          <w:bCs/>
          <w:lang w:val="et-EE"/>
        </w:rPr>
        <w:t xml:space="preserve"> (EOKL)</w:t>
      </w:r>
      <w:r w:rsidR="00D87126">
        <w:rPr>
          <w:bCs/>
          <w:lang w:val="et-EE"/>
        </w:rPr>
        <w:t xml:space="preserve"> </w:t>
      </w:r>
      <w:r w:rsidR="009374CB">
        <w:rPr>
          <w:bCs/>
          <w:lang w:val="et-EE"/>
        </w:rPr>
        <w:t>pöördub Teie poole seoses korteriomandi- ja korteriühistuseaduses sätestatud</w:t>
      </w:r>
      <w:r w:rsidR="00F34799">
        <w:rPr>
          <w:bCs/>
          <w:lang w:val="et-EE"/>
        </w:rPr>
        <w:t xml:space="preserve"> </w:t>
      </w:r>
      <w:r w:rsidR="00D4743F">
        <w:rPr>
          <w:bCs/>
          <w:lang w:val="et-EE"/>
        </w:rPr>
        <w:t>korteriühistu ja korteriomaniku vahelise</w:t>
      </w:r>
      <w:r w:rsidR="009374CB">
        <w:rPr>
          <w:bCs/>
          <w:lang w:val="et-EE"/>
        </w:rPr>
        <w:t xml:space="preserve"> vastutus</w:t>
      </w:r>
      <w:r w:rsidR="00F34799">
        <w:rPr>
          <w:bCs/>
          <w:lang w:val="et-EE"/>
        </w:rPr>
        <w:t>e jaotusega</w:t>
      </w:r>
      <w:r w:rsidR="00D4743F">
        <w:rPr>
          <w:bCs/>
          <w:lang w:val="et-EE"/>
        </w:rPr>
        <w:t xml:space="preserve"> </w:t>
      </w:r>
      <w:r w:rsidR="00904D63">
        <w:rPr>
          <w:bCs/>
          <w:lang w:val="et-EE"/>
        </w:rPr>
        <w:t>korterelamu</w:t>
      </w:r>
      <w:r w:rsidR="00852D3B">
        <w:rPr>
          <w:bCs/>
          <w:lang w:val="et-EE"/>
        </w:rPr>
        <w:t>s</w:t>
      </w:r>
      <w:r w:rsidR="00F34799">
        <w:rPr>
          <w:bCs/>
          <w:lang w:val="et-EE"/>
        </w:rPr>
        <w:t>.</w:t>
      </w:r>
      <w:r w:rsidR="00E500C4">
        <w:rPr>
          <w:bCs/>
          <w:lang w:val="et-EE"/>
        </w:rPr>
        <w:t xml:space="preserve"> </w:t>
      </w:r>
      <w:r w:rsidR="00617470">
        <w:rPr>
          <w:bCs/>
          <w:lang w:val="et-EE"/>
        </w:rPr>
        <w:t xml:space="preserve">01.jaanuaril </w:t>
      </w:r>
      <w:r w:rsidR="00F0724A">
        <w:rPr>
          <w:bCs/>
          <w:lang w:val="et-EE"/>
        </w:rPr>
        <w:t>2018 jõustunud korteriomandi- ja korteriühi</w:t>
      </w:r>
      <w:r w:rsidR="00137290">
        <w:rPr>
          <w:bCs/>
          <w:lang w:val="et-EE"/>
        </w:rPr>
        <w:t>s</w:t>
      </w:r>
      <w:r w:rsidR="00F0724A">
        <w:rPr>
          <w:bCs/>
          <w:lang w:val="et-EE"/>
        </w:rPr>
        <w:t>tuseadus</w:t>
      </w:r>
      <w:r w:rsidR="008A0176">
        <w:rPr>
          <w:bCs/>
          <w:lang w:val="et-EE"/>
        </w:rPr>
        <w:t>e</w:t>
      </w:r>
      <w:r w:rsidR="00857F7F">
        <w:rPr>
          <w:bCs/>
          <w:lang w:val="et-EE"/>
        </w:rPr>
        <w:t xml:space="preserve"> üheks </w:t>
      </w:r>
      <w:r w:rsidR="00684317">
        <w:rPr>
          <w:bCs/>
          <w:lang w:val="et-EE"/>
        </w:rPr>
        <w:t>eesmärgiks</w:t>
      </w:r>
      <w:r w:rsidR="008A0176">
        <w:rPr>
          <w:bCs/>
          <w:lang w:val="et-EE"/>
        </w:rPr>
        <w:t xml:space="preserve"> oli</w:t>
      </w:r>
      <w:r w:rsidR="00684317">
        <w:rPr>
          <w:bCs/>
          <w:lang w:val="et-EE"/>
        </w:rPr>
        <w:t xml:space="preserve"> </w:t>
      </w:r>
      <w:r w:rsidR="002C06E7">
        <w:rPr>
          <w:bCs/>
          <w:lang w:val="et-EE"/>
        </w:rPr>
        <w:t>lihtsustada korterelamutega seotud</w:t>
      </w:r>
      <w:r w:rsidR="00852D3B">
        <w:rPr>
          <w:bCs/>
          <w:lang w:val="et-EE"/>
        </w:rPr>
        <w:t xml:space="preserve"> </w:t>
      </w:r>
      <w:r w:rsidR="00816E53">
        <w:rPr>
          <w:bCs/>
          <w:lang w:val="et-EE"/>
        </w:rPr>
        <w:t>majandamisreegleid, sh korterelam</w:t>
      </w:r>
      <w:r w:rsidR="00B0206A">
        <w:rPr>
          <w:bCs/>
          <w:lang w:val="et-EE"/>
        </w:rPr>
        <w:t>uga seotud</w:t>
      </w:r>
      <w:r w:rsidR="002C06E7">
        <w:rPr>
          <w:bCs/>
          <w:lang w:val="et-EE"/>
        </w:rPr>
        <w:t xml:space="preserve"> vastutus</w:t>
      </w:r>
      <w:r w:rsidR="001727BC">
        <w:rPr>
          <w:bCs/>
          <w:lang w:val="et-EE"/>
        </w:rPr>
        <w:t>t</w:t>
      </w:r>
      <w:r w:rsidR="00A61834">
        <w:rPr>
          <w:bCs/>
          <w:lang w:val="et-EE"/>
        </w:rPr>
        <w:t>. Sellega seoses</w:t>
      </w:r>
      <w:r w:rsidR="00DC3DFF">
        <w:rPr>
          <w:bCs/>
          <w:lang w:val="et-EE"/>
        </w:rPr>
        <w:t xml:space="preserve"> loodi asjaõiguslik</w:t>
      </w:r>
      <w:r w:rsidR="00B0206A">
        <w:rPr>
          <w:bCs/>
          <w:lang w:val="et-EE"/>
        </w:rPr>
        <w:t>u</w:t>
      </w:r>
      <w:r w:rsidR="00DC3DFF">
        <w:rPr>
          <w:bCs/>
          <w:lang w:val="et-EE"/>
        </w:rPr>
        <w:t xml:space="preserve"> korteriomandi juurde eraldiseisva õigusvõimega korteriühistu, mis</w:t>
      </w:r>
      <w:r w:rsidR="00F21CB3">
        <w:rPr>
          <w:bCs/>
          <w:lang w:val="et-EE"/>
        </w:rPr>
        <w:t xml:space="preserve"> </w:t>
      </w:r>
      <w:r w:rsidR="00DC3B5D">
        <w:rPr>
          <w:bCs/>
          <w:lang w:val="et-EE"/>
        </w:rPr>
        <w:t xml:space="preserve">tekkis </w:t>
      </w:r>
      <w:r w:rsidR="00F21CB3">
        <w:rPr>
          <w:bCs/>
          <w:lang w:val="et-EE"/>
        </w:rPr>
        <w:t>erinevalt</w:t>
      </w:r>
      <w:r w:rsidR="00B0206A">
        <w:rPr>
          <w:bCs/>
          <w:lang w:val="et-EE"/>
        </w:rPr>
        <w:t xml:space="preserve"> enne 2018 aasta</w:t>
      </w:r>
      <w:r w:rsidR="002A45AA">
        <w:rPr>
          <w:bCs/>
          <w:lang w:val="et-EE"/>
        </w:rPr>
        <w:t>t kehtinud</w:t>
      </w:r>
      <w:r w:rsidR="00B0206A">
        <w:rPr>
          <w:bCs/>
          <w:lang w:val="et-EE"/>
        </w:rPr>
        <w:t xml:space="preserve"> regulatsiooni</w:t>
      </w:r>
      <w:r w:rsidR="004D5020">
        <w:rPr>
          <w:bCs/>
          <w:lang w:val="et-EE"/>
        </w:rPr>
        <w:t>st</w:t>
      </w:r>
      <w:r w:rsidR="00B0206A">
        <w:rPr>
          <w:bCs/>
          <w:lang w:val="et-EE"/>
        </w:rPr>
        <w:t xml:space="preserve"> </w:t>
      </w:r>
      <w:r w:rsidR="00B63909">
        <w:rPr>
          <w:bCs/>
          <w:lang w:val="et-EE"/>
        </w:rPr>
        <w:t>kohustuslikus korras</w:t>
      </w:r>
      <w:r w:rsidR="00CA65B9">
        <w:rPr>
          <w:bCs/>
          <w:lang w:val="et-EE"/>
        </w:rPr>
        <w:t>.</w:t>
      </w:r>
      <w:r w:rsidR="004954C4">
        <w:rPr>
          <w:bCs/>
          <w:lang w:val="et-EE"/>
        </w:rPr>
        <w:t xml:space="preserve"> </w:t>
      </w:r>
      <w:r w:rsidR="00AB3231">
        <w:rPr>
          <w:bCs/>
          <w:lang w:val="et-EE"/>
        </w:rPr>
        <w:t>Teiseks</w:t>
      </w:r>
      <w:r w:rsidR="00674D2B">
        <w:rPr>
          <w:bCs/>
          <w:lang w:val="et-EE"/>
        </w:rPr>
        <w:t xml:space="preserve"> põhimõtteliseks</w:t>
      </w:r>
      <w:r w:rsidR="00AB3231">
        <w:rPr>
          <w:bCs/>
          <w:lang w:val="et-EE"/>
        </w:rPr>
        <w:t xml:space="preserve"> korterelamuga seotud vastutus</w:t>
      </w:r>
      <w:r w:rsidR="00674D2B">
        <w:rPr>
          <w:bCs/>
          <w:lang w:val="et-EE"/>
        </w:rPr>
        <w:t xml:space="preserve">kontseptsiooni muutuseks oli </w:t>
      </w:r>
      <w:r w:rsidR="00FD6C16">
        <w:rPr>
          <w:bCs/>
          <w:lang w:val="et-EE"/>
        </w:rPr>
        <w:t>norm</w:t>
      </w:r>
      <w:r w:rsidR="00674D2B">
        <w:rPr>
          <w:bCs/>
          <w:lang w:val="et-EE"/>
        </w:rPr>
        <w:t>, mis</w:t>
      </w:r>
      <w:r w:rsidR="004954C4">
        <w:rPr>
          <w:bCs/>
          <w:lang w:val="et-EE"/>
        </w:rPr>
        <w:t xml:space="preserve"> </w:t>
      </w:r>
      <w:r w:rsidR="00674D2B">
        <w:rPr>
          <w:bCs/>
          <w:lang w:val="et-EE"/>
        </w:rPr>
        <w:t>sätestab</w:t>
      </w:r>
      <w:r w:rsidR="00EF17CF">
        <w:rPr>
          <w:bCs/>
          <w:lang w:val="et-EE"/>
        </w:rPr>
        <w:t>, et nõuded, mille kohta seadus näeb ette</w:t>
      </w:r>
      <w:r w:rsidR="004954C4">
        <w:rPr>
          <w:bCs/>
          <w:lang w:val="et-EE"/>
        </w:rPr>
        <w:t xml:space="preserve"> solidaar</w:t>
      </w:r>
      <w:r w:rsidR="00B145C6">
        <w:rPr>
          <w:bCs/>
          <w:lang w:val="et-EE"/>
        </w:rPr>
        <w:t>kohustuse</w:t>
      </w:r>
      <w:r w:rsidR="007626CD">
        <w:rPr>
          <w:bCs/>
          <w:lang w:val="et-EE"/>
        </w:rPr>
        <w:t>, tul</w:t>
      </w:r>
      <w:r w:rsidR="00EF17CF">
        <w:rPr>
          <w:bCs/>
          <w:lang w:val="et-EE"/>
        </w:rPr>
        <w:t>eb</w:t>
      </w:r>
      <w:r w:rsidR="007626CD">
        <w:rPr>
          <w:bCs/>
          <w:lang w:val="et-EE"/>
        </w:rPr>
        <w:t xml:space="preserve"> esitada korteriühistu vastu (</w:t>
      </w:r>
      <w:proofErr w:type="spellStart"/>
      <w:r w:rsidR="007626CD">
        <w:rPr>
          <w:bCs/>
          <w:lang w:val="et-EE"/>
        </w:rPr>
        <w:t>KrtS</w:t>
      </w:r>
      <w:proofErr w:type="spellEnd"/>
      <w:r w:rsidR="007626CD">
        <w:rPr>
          <w:bCs/>
          <w:lang w:val="et-EE"/>
        </w:rPr>
        <w:t xml:space="preserve"> </w:t>
      </w:r>
      <w:r w:rsidR="00767051" w:rsidRPr="00767051">
        <w:rPr>
          <w:bCs/>
          <w:lang w:val="et-EE"/>
        </w:rPr>
        <w:t>§ 34</w:t>
      </w:r>
      <w:r w:rsidR="00767051">
        <w:rPr>
          <w:bCs/>
          <w:lang w:val="et-EE"/>
        </w:rPr>
        <w:t xml:space="preserve"> lg 3</w:t>
      </w:r>
      <w:r w:rsidR="007626CD">
        <w:rPr>
          <w:bCs/>
          <w:lang w:val="et-EE"/>
        </w:rPr>
        <w:t>)</w:t>
      </w:r>
      <w:r w:rsidR="00A11003">
        <w:rPr>
          <w:bCs/>
          <w:lang w:val="et-EE"/>
        </w:rPr>
        <w:t>.</w:t>
      </w:r>
      <w:r w:rsidR="00EA6D51">
        <w:rPr>
          <w:bCs/>
          <w:lang w:val="et-EE"/>
        </w:rPr>
        <w:t xml:space="preserve"> Korteriomanikule </w:t>
      </w:r>
      <w:r w:rsidR="002F7C8F">
        <w:rPr>
          <w:bCs/>
          <w:lang w:val="et-EE"/>
        </w:rPr>
        <w:t>pidi</w:t>
      </w:r>
      <w:r w:rsidR="00EA6D51">
        <w:rPr>
          <w:bCs/>
          <w:lang w:val="et-EE"/>
        </w:rPr>
        <w:t xml:space="preserve"> selline </w:t>
      </w:r>
      <w:r w:rsidR="002F7C8F">
        <w:rPr>
          <w:bCs/>
          <w:lang w:val="et-EE"/>
        </w:rPr>
        <w:t>lahendus andma</w:t>
      </w:r>
      <w:r w:rsidR="00EA6D51">
        <w:rPr>
          <w:bCs/>
          <w:lang w:val="et-EE"/>
        </w:rPr>
        <w:t xml:space="preserve"> ühelt poolt kindluse, et kui tema korteriomandile tekib kahju</w:t>
      </w:r>
      <w:r w:rsidR="00BC5C4D">
        <w:rPr>
          <w:bCs/>
          <w:lang w:val="et-EE"/>
        </w:rPr>
        <w:t xml:space="preserve"> kaasomandis oleva korterelamu konstruktsiooni kaudu</w:t>
      </w:r>
      <w:r w:rsidR="00D52156">
        <w:rPr>
          <w:bCs/>
          <w:lang w:val="et-EE"/>
        </w:rPr>
        <w:t xml:space="preserve">, siis </w:t>
      </w:r>
      <w:r w:rsidR="00AE48FB">
        <w:rPr>
          <w:bCs/>
          <w:lang w:val="et-EE"/>
        </w:rPr>
        <w:t xml:space="preserve">hüvitab vastava kahju </w:t>
      </w:r>
      <w:r w:rsidR="00845AA3">
        <w:rPr>
          <w:bCs/>
          <w:lang w:val="et-EE"/>
        </w:rPr>
        <w:t>isik (</w:t>
      </w:r>
      <w:r w:rsidR="00AE48FB">
        <w:rPr>
          <w:bCs/>
          <w:lang w:val="et-EE"/>
        </w:rPr>
        <w:t>korteriühistu</w:t>
      </w:r>
      <w:r w:rsidR="00845AA3">
        <w:rPr>
          <w:bCs/>
          <w:lang w:val="et-EE"/>
        </w:rPr>
        <w:t>), millel on</w:t>
      </w:r>
      <w:r w:rsidR="00404515">
        <w:rPr>
          <w:bCs/>
          <w:lang w:val="et-EE"/>
        </w:rPr>
        <w:t xml:space="preserve"> terviklik kontroll korterelamus toimuva üle</w:t>
      </w:r>
      <w:r w:rsidR="00C9337A">
        <w:rPr>
          <w:bCs/>
          <w:lang w:val="et-EE"/>
        </w:rPr>
        <w:t>. Teiselt poolt tekkis</w:t>
      </w:r>
      <w:r w:rsidR="000F7007">
        <w:rPr>
          <w:bCs/>
          <w:lang w:val="et-EE"/>
        </w:rPr>
        <w:t xml:space="preserve"> korteriühistu näol</w:t>
      </w:r>
      <w:r w:rsidR="00C9337A">
        <w:rPr>
          <w:bCs/>
          <w:lang w:val="et-EE"/>
        </w:rPr>
        <w:t xml:space="preserve"> kortermajas kindel</w:t>
      </w:r>
      <w:r w:rsidR="00CB6694">
        <w:rPr>
          <w:bCs/>
          <w:lang w:val="et-EE"/>
        </w:rPr>
        <w:t xml:space="preserve"> instituut</w:t>
      </w:r>
      <w:r w:rsidR="00C9337A">
        <w:rPr>
          <w:bCs/>
          <w:lang w:val="et-EE"/>
        </w:rPr>
        <w:t xml:space="preserve">, </w:t>
      </w:r>
      <w:r w:rsidR="00CB6694">
        <w:rPr>
          <w:bCs/>
          <w:lang w:val="et-EE"/>
        </w:rPr>
        <w:t>mille</w:t>
      </w:r>
      <w:r w:rsidR="00C9337A">
        <w:rPr>
          <w:bCs/>
          <w:lang w:val="et-EE"/>
        </w:rPr>
        <w:t xml:space="preserve"> </w:t>
      </w:r>
      <w:r w:rsidR="00F755DC">
        <w:rPr>
          <w:bCs/>
          <w:lang w:val="et-EE"/>
        </w:rPr>
        <w:t>pädevuses, vastutuse</w:t>
      </w:r>
      <w:r w:rsidR="00C36425">
        <w:rPr>
          <w:bCs/>
          <w:lang w:val="et-EE"/>
        </w:rPr>
        <w:t>l</w:t>
      </w:r>
      <w:r w:rsidR="00F755DC">
        <w:rPr>
          <w:bCs/>
          <w:lang w:val="et-EE"/>
        </w:rPr>
        <w:t xml:space="preserve"> ja huvides on  korterelamu</w:t>
      </w:r>
      <w:r w:rsidR="00DC49B5">
        <w:rPr>
          <w:bCs/>
          <w:lang w:val="et-EE"/>
        </w:rPr>
        <w:t xml:space="preserve"> ohutus seisundis</w:t>
      </w:r>
      <w:r w:rsidR="00F755DC">
        <w:rPr>
          <w:bCs/>
          <w:lang w:val="et-EE"/>
        </w:rPr>
        <w:t xml:space="preserve"> </w:t>
      </w:r>
      <w:r w:rsidR="00DC49B5">
        <w:rPr>
          <w:bCs/>
          <w:lang w:val="et-EE"/>
        </w:rPr>
        <w:t>hoidmine</w:t>
      </w:r>
      <w:r w:rsidR="00017D20">
        <w:rPr>
          <w:bCs/>
          <w:lang w:val="et-EE"/>
        </w:rPr>
        <w:t xml:space="preserve"> ja heaperemehelik majandamine</w:t>
      </w:r>
      <w:r w:rsidR="00DC49B5">
        <w:rPr>
          <w:bCs/>
          <w:lang w:val="et-EE"/>
        </w:rPr>
        <w:t>.</w:t>
      </w:r>
      <w:r w:rsidR="00815868">
        <w:rPr>
          <w:bCs/>
          <w:lang w:val="et-EE"/>
        </w:rPr>
        <w:t xml:space="preserve"> EOKL leiab, et</w:t>
      </w:r>
      <w:r w:rsidR="00DE6BCC">
        <w:rPr>
          <w:bCs/>
          <w:lang w:val="et-EE"/>
        </w:rPr>
        <w:t xml:space="preserve"> siin</w:t>
      </w:r>
      <w:r w:rsidR="006B4151">
        <w:rPr>
          <w:bCs/>
          <w:lang w:val="et-EE"/>
        </w:rPr>
        <w:t xml:space="preserve"> on</w:t>
      </w:r>
      <w:r w:rsidR="00DE6BCC">
        <w:rPr>
          <w:bCs/>
          <w:lang w:val="et-EE"/>
        </w:rPr>
        <w:t xml:space="preserve"> tegu</w:t>
      </w:r>
      <w:r w:rsidR="00115503" w:rsidRPr="00115503">
        <w:rPr>
          <w:bCs/>
          <w:lang w:val="et-EE"/>
        </w:rPr>
        <w:t xml:space="preserve"> hea näite</w:t>
      </w:r>
      <w:r w:rsidR="006B4151">
        <w:rPr>
          <w:bCs/>
          <w:lang w:val="et-EE"/>
        </w:rPr>
        <w:t>ga sellest</w:t>
      </w:r>
      <w:r w:rsidR="00115503" w:rsidRPr="00115503">
        <w:rPr>
          <w:bCs/>
          <w:lang w:val="et-EE"/>
        </w:rPr>
        <w:t>, kuidas tasakaalustada üksiku korteriomaniku-, korteri</w:t>
      </w:r>
      <w:r w:rsidR="00B779CE">
        <w:rPr>
          <w:bCs/>
          <w:lang w:val="et-EE"/>
        </w:rPr>
        <w:t>omanike ühiseid</w:t>
      </w:r>
      <w:r w:rsidR="00115503" w:rsidRPr="00115503">
        <w:rPr>
          <w:bCs/>
          <w:lang w:val="et-EE"/>
        </w:rPr>
        <w:t xml:space="preserve">-, korterelamutele teenust osutavate ettevõtete- ja </w:t>
      </w:r>
      <w:r w:rsidR="00B779CE">
        <w:rPr>
          <w:bCs/>
          <w:lang w:val="et-EE"/>
        </w:rPr>
        <w:t>avalikke</w:t>
      </w:r>
      <w:r w:rsidR="00115503" w:rsidRPr="00115503">
        <w:rPr>
          <w:bCs/>
          <w:lang w:val="et-EE"/>
        </w:rPr>
        <w:t xml:space="preserve"> huve</w:t>
      </w:r>
      <w:r w:rsidR="00742248">
        <w:rPr>
          <w:bCs/>
          <w:lang w:val="et-EE"/>
        </w:rPr>
        <w:t xml:space="preserve"> nii, et kõi</w:t>
      </w:r>
      <w:r w:rsidR="00597734">
        <w:rPr>
          <w:bCs/>
          <w:lang w:val="et-EE"/>
        </w:rPr>
        <w:t>k korterelamute</w:t>
      </w:r>
      <w:r w:rsidR="00BC265E">
        <w:rPr>
          <w:bCs/>
          <w:lang w:val="et-EE"/>
        </w:rPr>
        <w:t xml:space="preserve"> majandamist</w:t>
      </w:r>
      <w:r w:rsidR="00597734">
        <w:rPr>
          <w:bCs/>
          <w:lang w:val="et-EE"/>
        </w:rPr>
        <w:t xml:space="preserve"> mõjuta</w:t>
      </w:r>
      <w:r w:rsidR="00BC265E">
        <w:rPr>
          <w:bCs/>
          <w:lang w:val="et-EE"/>
        </w:rPr>
        <w:t>vad</w:t>
      </w:r>
      <w:r w:rsidR="001175AC">
        <w:rPr>
          <w:bCs/>
          <w:lang w:val="et-EE"/>
        </w:rPr>
        <w:t xml:space="preserve"> osapool</w:t>
      </w:r>
      <w:r w:rsidR="00BC265E">
        <w:rPr>
          <w:bCs/>
          <w:lang w:val="et-EE"/>
        </w:rPr>
        <w:t>ed saavad</w:t>
      </w:r>
      <w:r w:rsidR="00D01693">
        <w:rPr>
          <w:bCs/>
          <w:lang w:val="et-EE"/>
        </w:rPr>
        <w:t xml:space="preserve"> oma ülesandest ühtemoodi aru ja</w:t>
      </w:r>
      <w:r w:rsidR="00BC265E">
        <w:rPr>
          <w:bCs/>
          <w:lang w:val="et-EE"/>
        </w:rPr>
        <w:t xml:space="preserve"> keskendu</w:t>
      </w:r>
      <w:r w:rsidR="00D01693">
        <w:rPr>
          <w:bCs/>
          <w:lang w:val="et-EE"/>
        </w:rPr>
        <w:t>vad</w:t>
      </w:r>
      <w:r w:rsidR="00BC265E">
        <w:rPr>
          <w:bCs/>
          <w:lang w:val="et-EE"/>
        </w:rPr>
        <w:t xml:space="preserve"> </w:t>
      </w:r>
      <w:r w:rsidR="00CF5360">
        <w:rPr>
          <w:bCs/>
          <w:lang w:val="et-EE"/>
        </w:rPr>
        <w:t>oma tegevusele ilma liigse bürokraatiata</w:t>
      </w:r>
      <w:r w:rsidR="00787092">
        <w:rPr>
          <w:bCs/>
          <w:lang w:val="et-EE"/>
        </w:rPr>
        <w:t>.</w:t>
      </w:r>
      <w:r w:rsidR="00115503" w:rsidRPr="00115503">
        <w:rPr>
          <w:bCs/>
          <w:lang w:val="et-EE"/>
        </w:rPr>
        <w:t xml:space="preserve"> Paraku on</w:t>
      </w:r>
      <w:r w:rsidR="001F12D7">
        <w:rPr>
          <w:bCs/>
          <w:lang w:val="et-EE"/>
        </w:rPr>
        <w:t xml:space="preserve"> tänaseks</w:t>
      </w:r>
      <w:r w:rsidR="00115503" w:rsidRPr="00115503">
        <w:rPr>
          <w:bCs/>
          <w:lang w:val="et-EE"/>
        </w:rPr>
        <w:t xml:space="preserve"> kohtupraktika mõjul kujunenud kortermajades välja</w:t>
      </w:r>
      <w:r w:rsidR="000E4D9D">
        <w:rPr>
          <w:bCs/>
          <w:lang w:val="et-EE"/>
        </w:rPr>
        <w:t xml:space="preserve"> eelkirjeldatust täiesti erinev</w:t>
      </w:r>
      <w:r w:rsidR="00115503" w:rsidRPr="00115503">
        <w:rPr>
          <w:bCs/>
          <w:lang w:val="et-EE"/>
        </w:rPr>
        <w:t xml:space="preserve"> õiguslik </w:t>
      </w:r>
      <w:r w:rsidR="000E4D9D">
        <w:rPr>
          <w:bCs/>
          <w:lang w:val="et-EE"/>
        </w:rPr>
        <w:t>olukord</w:t>
      </w:r>
      <w:r w:rsidR="00115503" w:rsidRPr="00115503">
        <w:rPr>
          <w:bCs/>
          <w:lang w:val="et-EE"/>
        </w:rPr>
        <w:t>, kus korteriomanikel, korteriühistutel,</w:t>
      </w:r>
      <w:r w:rsidR="00930EC8">
        <w:rPr>
          <w:bCs/>
          <w:lang w:val="et-EE"/>
        </w:rPr>
        <w:t xml:space="preserve"> korteriomanikele teenust osutavatel ettevõtetel</w:t>
      </w:r>
      <w:r w:rsidR="00115503" w:rsidRPr="00115503">
        <w:rPr>
          <w:bCs/>
          <w:lang w:val="et-EE"/>
        </w:rPr>
        <w:t xml:space="preserve"> </w:t>
      </w:r>
      <w:r w:rsidR="00336DF9">
        <w:rPr>
          <w:bCs/>
          <w:lang w:val="et-EE"/>
        </w:rPr>
        <w:t>ja</w:t>
      </w:r>
      <w:r w:rsidR="00115503" w:rsidRPr="00115503">
        <w:rPr>
          <w:bCs/>
          <w:lang w:val="et-EE"/>
        </w:rPr>
        <w:t xml:space="preserve"> järelevalveasutustel</w:t>
      </w:r>
      <w:r w:rsidR="00336DF9">
        <w:rPr>
          <w:bCs/>
          <w:lang w:val="et-EE"/>
        </w:rPr>
        <w:t xml:space="preserve"> tuleb</w:t>
      </w:r>
      <w:r w:rsidR="00115503" w:rsidRPr="00115503">
        <w:rPr>
          <w:bCs/>
          <w:lang w:val="et-EE"/>
        </w:rPr>
        <w:t xml:space="preserve"> kulutada </w:t>
      </w:r>
      <w:r w:rsidR="00336DF9">
        <w:rPr>
          <w:bCs/>
          <w:lang w:val="et-EE"/>
        </w:rPr>
        <w:t>oma energiat ja</w:t>
      </w:r>
      <w:r w:rsidR="00115503" w:rsidRPr="00115503">
        <w:rPr>
          <w:bCs/>
          <w:lang w:val="et-EE"/>
        </w:rPr>
        <w:t xml:space="preserve"> ressurssi</w:t>
      </w:r>
      <w:r w:rsidR="00336DF9">
        <w:rPr>
          <w:bCs/>
          <w:lang w:val="et-EE"/>
        </w:rPr>
        <w:t xml:space="preserve"> selleks</w:t>
      </w:r>
      <w:r w:rsidR="00115503" w:rsidRPr="00115503">
        <w:rPr>
          <w:bCs/>
          <w:lang w:val="et-EE"/>
        </w:rPr>
        <w:t>, et</w:t>
      </w:r>
      <w:r w:rsidR="00336DF9">
        <w:rPr>
          <w:bCs/>
          <w:lang w:val="et-EE"/>
        </w:rPr>
        <w:t xml:space="preserve"> üldse</w:t>
      </w:r>
      <w:r w:rsidR="00115503" w:rsidRPr="00115503">
        <w:rPr>
          <w:bCs/>
          <w:lang w:val="et-EE"/>
        </w:rPr>
        <w:t xml:space="preserve"> saada,</w:t>
      </w:r>
      <w:r w:rsidR="00336DF9">
        <w:rPr>
          <w:bCs/>
          <w:lang w:val="et-EE"/>
        </w:rPr>
        <w:t xml:space="preserve"> kes</w:t>
      </w:r>
      <w:r w:rsidR="00115503" w:rsidRPr="00115503">
        <w:rPr>
          <w:bCs/>
          <w:lang w:val="et-EE"/>
        </w:rPr>
        <w:t xml:space="preserve"> mille eest </w:t>
      </w:r>
      <w:r w:rsidR="00336DF9">
        <w:rPr>
          <w:bCs/>
          <w:lang w:val="et-EE"/>
        </w:rPr>
        <w:t xml:space="preserve">korterelamus </w:t>
      </w:r>
      <w:r w:rsidR="00456395">
        <w:rPr>
          <w:bCs/>
          <w:lang w:val="et-EE"/>
        </w:rPr>
        <w:t>ning,</w:t>
      </w:r>
      <w:r w:rsidR="00115503" w:rsidRPr="00115503">
        <w:rPr>
          <w:bCs/>
          <w:lang w:val="et-EE"/>
        </w:rPr>
        <w:t xml:space="preserve"> </w:t>
      </w:r>
      <w:r w:rsidR="00115503" w:rsidRPr="00456395">
        <w:rPr>
          <w:b/>
          <w:lang w:val="et-EE"/>
        </w:rPr>
        <w:t>mille eest ei vastuta</w:t>
      </w:r>
      <w:r w:rsidR="00456395" w:rsidRPr="00456395">
        <w:rPr>
          <w:b/>
          <w:lang w:val="et-EE"/>
        </w:rPr>
        <w:t xml:space="preserve"> üldse mitte keegi</w:t>
      </w:r>
      <w:r w:rsidR="00115503" w:rsidRPr="00115503">
        <w:rPr>
          <w:bCs/>
          <w:lang w:val="et-EE"/>
        </w:rPr>
        <w:t>. Näiteks</w:t>
      </w:r>
      <w:r w:rsidR="001E5CAA">
        <w:rPr>
          <w:bCs/>
          <w:lang w:val="et-EE"/>
        </w:rPr>
        <w:t xml:space="preserve"> korterelamutes</w:t>
      </w:r>
      <w:r w:rsidR="002927F1">
        <w:rPr>
          <w:bCs/>
          <w:lang w:val="et-EE"/>
        </w:rPr>
        <w:t xml:space="preserve"> küllaltki sageli toimivatel</w:t>
      </w:r>
      <w:r w:rsidR="00115503" w:rsidRPr="00115503">
        <w:rPr>
          <w:bCs/>
          <w:lang w:val="et-EE"/>
        </w:rPr>
        <w:t xml:space="preserve"> juh</w:t>
      </w:r>
      <w:r w:rsidR="002927F1">
        <w:rPr>
          <w:bCs/>
          <w:lang w:val="et-EE"/>
        </w:rPr>
        <w:t>tudel</w:t>
      </w:r>
      <w:r w:rsidR="00115503" w:rsidRPr="00115503">
        <w:rPr>
          <w:bCs/>
          <w:lang w:val="et-EE"/>
        </w:rPr>
        <w:t>, ku</w:t>
      </w:r>
      <w:r w:rsidR="002927F1">
        <w:rPr>
          <w:bCs/>
          <w:lang w:val="et-EE"/>
        </w:rPr>
        <w:t>s üks</w:t>
      </w:r>
      <w:r w:rsidR="00115503" w:rsidRPr="00115503">
        <w:rPr>
          <w:bCs/>
          <w:lang w:val="et-EE"/>
        </w:rPr>
        <w:t xml:space="preserve"> korteriomand saab kahju kaasomandi eseme kaudu korterisse tunginud vee tagajärjel, ei</w:t>
      </w:r>
      <w:r w:rsidR="00173764">
        <w:rPr>
          <w:bCs/>
          <w:lang w:val="et-EE"/>
        </w:rPr>
        <w:t xml:space="preserve"> kohusta</w:t>
      </w:r>
      <w:r w:rsidR="00115503" w:rsidRPr="00115503">
        <w:rPr>
          <w:bCs/>
          <w:lang w:val="et-EE"/>
        </w:rPr>
        <w:t xml:space="preserve"> valitsev kohtupraktika korteriühist</w:t>
      </w:r>
      <w:r w:rsidR="00F645E3">
        <w:rPr>
          <w:bCs/>
          <w:lang w:val="et-EE"/>
        </w:rPr>
        <w:t>ut korteriomanikule tekkinud kahju hüvitama</w:t>
      </w:r>
      <w:r w:rsidR="00115503" w:rsidRPr="00115503">
        <w:rPr>
          <w:bCs/>
          <w:lang w:val="et-EE"/>
        </w:rPr>
        <w:t>. Oma nõude</w:t>
      </w:r>
      <w:r w:rsidR="001E5CAA">
        <w:rPr>
          <w:bCs/>
          <w:lang w:val="et-EE"/>
        </w:rPr>
        <w:t xml:space="preserve"> korteriühistu suhtes</w:t>
      </w:r>
      <w:r w:rsidR="00115503" w:rsidRPr="00115503">
        <w:rPr>
          <w:bCs/>
          <w:lang w:val="et-EE"/>
        </w:rPr>
        <w:t xml:space="preserve"> maksma panemiseks tuleb korteriomanikul välja selgitada kahjujuhtumi asjaolud, mille puhul </w:t>
      </w:r>
      <w:r w:rsidR="002128F4">
        <w:rPr>
          <w:bCs/>
          <w:lang w:val="et-EE"/>
        </w:rPr>
        <w:t>on liigne</w:t>
      </w:r>
      <w:r w:rsidR="00115503" w:rsidRPr="00115503">
        <w:rPr>
          <w:bCs/>
          <w:lang w:val="et-EE"/>
        </w:rPr>
        <w:t xml:space="preserve"> eeldada koostööd isikutelt, kes</w:t>
      </w:r>
      <w:r w:rsidR="002128F4">
        <w:rPr>
          <w:bCs/>
          <w:lang w:val="et-EE"/>
        </w:rPr>
        <w:t xml:space="preserve"> võivad</w:t>
      </w:r>
      <w:r w:rsidR="00115503" w:rsidRPr="00115503">
        <w:rPr>
          <w:bCs/>
          <w:lang w:val="et-EE"/>
        </w:rPr>
        <w:t xml:space="preserve"> kahju (või selle hüvitamise) eest vastuta</w:t>
      </w:r>
      <w:r w:rsidR="002128F4">
        <w:rPr>
          <w:bCs/>
          <w:lang w:val="et-EE"/>
        </w:rPr>
        <w:t>da</w:t>
      </w:r>
      <w:r w:rsidR="00115503" w:rsidRPr="00115503">
        <w:rPr>
          <w:bCs/>
          <w:lang w:val="et-EE"/>
        </w:rPr>
        <w:t>.</w:t>
      </w:r>
      <w:r w:rsidR="00F820EA">
        <w:rPr>
          <w:bCs/>
          <w:lang w:val="et-EE"/>
        </w:rPr>
        <w:t xml:space="preserve"> Kui viimaste </w:t>
      </w:r>
      <w:r w:rsidR="00F820EA">
        <w:rPr>
          <w:bCs/>
          <w:lang w:val="et-EE"/>
        </w:rPr>
        <w:lastRenderedPageBreak/>
        <w:t>näol on aga veel ka valitseva kohtupraktikaga kursis olevate isikutega, siis</w:t>
      </w:r>
      <w:r w:rsidR="00E84878">
        <w:rPr>
          <w:bCs/>
          <w:lang w:val="et-EE"/>
        </w:rPr>
        <w:t xml:space="preserve"> leiavad nad sealt</w:t>
      </w:r>
      <w:r w:rsidR="00652A8E">
        <w:rPr>
          <w:bCs/>
          <w:lang w:val="et-EE"/>
        </w:rPr>
        <w:t xml:space="preserve"> </w:t>
      </w:r>
      <w:r w:rsidR="00D177AC">
        <w:rPr>
          <w:bCs/>
          <w:lang w:val="et-EE"/>
        </w:rPr>
        <w:t xml:space="preserve">lisaks </w:t>
      </w:r>
      <w:r w:rsidR="006C41F0">
        <w:rPr>
          <w:bCs/>
          <w:lang w:val="et-EE"/>
        </w:rPr>
        <w:t xml:space="preserve">ka veel universaalsed juhiseid </w:t>
      </w:r>
      <w:r w:rsidR="00652A8E">
        <w:rPr>
          <w:bCs/>
          <w:lang w:val="et-EE"/>
        </w:rPr>
        <w:t>ka</w:t>
      </w:r>
      <w:r w:rsidR="004456E9">
        <w:rPr>
          <w:bCs/>
          <w:lang w:val="et-EE"/>
        </w:rPr>
        <w:t>hju hüvitamisest keeldumiseks</w:t>
      </w:r>
      <w:r w:rsidR="002B74E4">
        <w:rPr>
          <w:rStyle w:val="FootnoteReference"/>
          <w:bCs/>
          <w:lang w:val="et-EE"/>
        </w:rPr>
        <w:footnoteReference w:id="1"/>
      </w:r>
      <w:r w:rsidR="002B74E4">
        <w:rPr>
          <w:bCs/>
          <w:lang w:val="et-EE"/>
        </w:rPr>
        <w:t>.</w:t>
      </w:r>
    </w:p>
    <w:p w14:paraId="3DCA240E" w14:textId="0C9DD62A" w:rsidR="00115503" w:rsidRDefault="00115503" w:rsidP="00115503">
      <w:pPr>
        <w:spacing w:line="360" w:lineRule="auto"/>
        <w:jc w:val="both"/>
        <w:rPr>
          <w:bCs/>
          <w:lang w:val="et-EE"/>
        </w:rPr>
      </w:pPr>
      <w:r w:rsidRPr="00115503">
        <w:rPr>
          <w:bCs/>
          <w:lang w:val="et-EE"/>
        </w:rPr>
        <w:t>EOKL leiab, et eelkirjeldatud olukord ei ole kooskõlas korteriomanike huvidega ega ka korteriomandi- ja korteriühistuseaduse (</w:t>
      </w:r>
      <w:proofErr w:type="spellStart"/>
      <w:r w:rsidRPr="00115503">
        <w:rPr>
          <w:bCs/>
          <w:lang w:val="et-EE"/>
        </w:rPr>
        <w:t>KrtS</w:t>
      </w:r>
      <w:proofErr w:type="spellEnd"/>
      <w:r w:rsidRPr="00115503">
        <w:rPr>
          <w:bCs/>
          <w:lang w:val="et-EE"/>
        </w:rPr>
        <w:t xml:space="preserve">) eesmärguga, muuta korterelamute majandamine lihtsamaks ja parandada nende ohutust. </w:t>
      </w:r>
      <w:r w:rsidR="000810E4">
        <w:rPr>
          <w:bCs/>
          <w:lang w:val="et-EE"/>
        </w:rPr>
        <w:t>T</w:t>
      </w:r>
      <w:r w:rsidRPr="00115503">
        <w:rPr>
          <w:bCs/>
          <w:lang w:val="et-EE"/>
        </w:rPr>
        <w:t>eeme</w:t>
      </w:r>
      <w:r w:rsidR="000810E4">
        <w:rPr>
          <w:bCs/>
          <w:lang w:val="et-EE"/>
        </w:rPr>
        <w:t xml:space="preserve"> sellega seoses</w:t>
      </w:r>
      <w:r w:rsidRPr="00115503">
        <w:rPr>
          <w:bCs/>
          <w:lang w:val="et-EE"/>
        </w:rPr>
        <w:t xml:space="preserve"> ettepaneku algatada </w:t>
      </w:r>
      <w:proofErr w:type="spellStart"/>
      <w:r w:rsidRPr="00115503">
        <w:rPr>
          <w:bCs/>
          <w:lang w:val="et-EE"/>
        </w:rPr>
        <w:t>KrtS</w:t>
      </w:r>
      <w:proofErr w:type="spellEnd"/>
      <w:r w:rsidRPr="00115503">
        <w:rPr>
          <w:bCs/>
          <w:lang w:val="et-EE"/>
        </w:rPr>
        <w:t xml:space="preserve"> muutmine selliselt, et kõikide korteriomanditeks jaotatud hoone osadest tuleneva kahju eest, olgu need siis eriomandi eseme- või kaasomandi eseme koosseisus, vastutab korteriühistu. EOKL on valmis kaasa mõtlema ka kõikide alternatiivsete ettepanekute osas, mis lähtuvad</w:t>
      </w:r>
      <w:r w:rsidR="00B210D9">
        <w:rPr>
          <w:bCs/>
          <w:lang w:val="et-EE"/>
        </w:rPr>
        <w:t xml:space="preserve"> liidu</w:t>
      </w:r>
      <w:r w:rsidRPr="00115503">
        <w:rPr>
          <w:bCs/>
          <w:lang w:val="et-EE"/>
        </w:rPr>
        <w:t xml:space="preserve"> tõstatatud probleemist, kus</w:t>
      </w:r>
      <w:r w:rsidR="006B6A47">
        <w:rPr>
          <w:bCs/>
          <w:lang w:val="et-EE"/>
        </w:rPr>
        <w:t xml:space="preserve"> kortermajade</w:t>
      </w:r>
      <w:r w:rsidRPr="00115503">
        <w:rPr>
          <w:bCs/>
          <w:lang w:val="et-EE"/>
        </w:rPr>
        <w:t xml:space="preserve"> koduomanik</w:t>
      </w:r>
      <w:r w:rsidR="006B6A47">
        <w:rPr>
          <w:bCs/>
          <w:lang w:val="et-EE"/>
        </w:rPr>
        <w:t>ud on kahjujuhtumi tekkimisel kaitsetus olukorras</w:t>
      </w:r>
      <w:r w:rsidRPr="00115503">
        <w:rPr>
          <w:bCs/>
          <w:lang w:val="et-EE"/>
        </w:rPr>
        <w:t>.</w:t>
      </w:r>
    </w:p>
    <w:p w14:paraId="45167549" w14:textId="77777777" w:rsidR="00115503" w:rsidRDefault="00115503" w:rsidP="005E5975">
      <w:pPr>
        <w:spacing w:line="360" w:lineRule="auto"/>
        <w:jc w:val="both"/>
        <w:rPr>
          <w:bCs/>
          <w:lang w:val="et-EE"/>
        </w:rPr>
      </w:pPr>
    </w:p>
    <w:p w14:paraId="49B03533" w14:textId="77777777" w:rsidR="00DB43B2" w:rsidRDefault="00DB43B2" w:rsidP="009063CD">
      <w:pPr>
        <w:spacing w:line="360" w:lineRule="auto"/>
        <w:jc w:val="both"/>
        <w:rPr>
          <w:lang w:val="et-EE"/>
        </w:rPr>
      </w:pPr>
    </w:p>
    <w:p w14:paraId="237F963D" w14:textId="77777777" w:rsidR="006C71FD" w:rsidRDefault="006C71FD" w:rsidP="009063CD">
      <w:pPr>
        <w:spacing w:line="360" w:lineRule="auto"/>
        <w:jc w:val="both"/>
        <w:rPr>
          <w:lang w:val="et-EE"/>
        </w:rPr>
      </w:pPr>
      <w:r>
        <w:rPr>
          <w:lang w:val="et-EE"/>
        </w:rPr>
        <w:t>Lugupidamisega,</w:t>
      </w:r>
    </w:p>
    <w:p w14:paraId="2B001EDB" w14:textId="39946A35" w:rsidR="006C71FD" w:rsidRDefault="00D87F6A" w:rsidP="009063CD">
      <w:pPr>
        <w:spacing w:line="360" w:lineRule="auto"/>
        <w:jc w:val="both"/>
        <w:rPr>
          <w:lang w:val="et-EE"/>
        </w:rPr>
      </w:pPr>
      <w:r>
        <w:rPr>
          <w:lang w:val="et-EE"/>
        </w:rPr>
        <w:t>Andry Krass</w:t>
      </w:r>
    </w:p>
    <w:p w14:paraId="44567D20" w14:textId="5015AAAA" w:rsidR="00D946C8" w:rsidRPr="007E5736" w:rsidRDefault="006C71FD" w:rsidP="009063CD">
      <w:pPr>
        <w:spacing w:line="360" w:lineRule="auto"/>
        <w:jc w:val="both"/>
        <w:rPr>
          <w:lang w:val="et-EE"/>
        </w:rPr>
      </w:pPr>
      <w:r>
        <w:rPr>
          <w:lang w:val="et-EE"/>
        </w:rPr>
        <w:t>Juhatuse esimees</w:t>
      </w:r>
    </w:p>
    <w:sectPr w:rsidR="00D946C8" w:rsidRPr="007E5736" w:rsidSect="00BE59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17" w:right="1417" w:bottom="1417" w:left="1417" w:header="709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9C517" w14:textId="77777777" w:rsidR="00C536A5" w:rsidRDefault="00C536A5">
      <w:r>
        <w:separator/>
      </w:r>
    </w:p>
  </w:endnote>
  <w:endnote w:type="continuationSeparator" w:id="0">
    <w:p w14:paraId="6CD5302B" w14:textId="77777777" w:rsidR="00C536A5" w:rsidRDefault="00C5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charset w:val="00"/>
    <w:family w:val="swiss"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26D4" w14:textId="77777777" w:rsidR="00F53B02" w:rsidRDefault="00F53B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DFA3E" w14:textId="5DD0072C" w:rsidR="00F53B02" w:rsidRPr="007453B2" w:rsidRDefault="00F90D44" w:rsidP="007453B2">
    <w:pPr>
      <w:pStyle w:val="ParagraphStyle1"/>
      <w:spacing w:before="113" w:line="240" w:lineRule="auto"/>
      <w:jc w:val="center"/>
      <w:rPr>
        <w:rFonts w:ascii="Arial" w:hAnsi="Arial" w:cs="Arial"/>
        <w:b/>
        <w:noProof/>
        <w:sz w:val="16"/>
        <w:szCs w:val="16"/>
      </w:rPr>
    </w:pPr>
    <w:r>
      <w:rPr>
        <w:rFonts w:ascii="Arial" w:hAnsi="Arial" w:cs="Arial"/>
        <w:noProof/>
        <w:sz w:val="16"/>
        <w:szCs w:val="16"/>
      </w:rPr>
      <w:t>Kadaka tee 4</w:t>
    </w:r>
    <w:r w:rsidR="00F53B02">
      <w:rPr>
        <w:rFonts w:ascii="Arial" w:hAnsi="Arial" w:cs="Arial"/>
        <w:noProof/>
        <w:sz w:val="16"/>
        <w:szCs w:val="16"/>
      </w:rPr>
      <w:t xml:space="preserve"> Tallinn 10143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>
      <w:rPr>
        <w:rFonts w:ascii="Arial" w:hAnsi="Arial" w:cs="Arial"/>
        <w:noProof/>
        <w:sz w:val="16"/>
        <w:szCs w:val="16"/>
      </w:rPr>
      <w:t xml:space="preserve">   tel: +372 642 7020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e-post: omanikud@omanikud.ee   </w:t>
    </w:r>
    <w:r w:rsidR="00F53B02" w:rsidRPr="007453B2">
      <w:rPr>
        <w:rFonts w:ascii="Arial" w:hAnsi="Arial" w:cs="Arial"/>
        <w:noProof/>
        <w:color w:val="AF0F23"/>
        <w:sz w:val="16"/>
        <w:szCs w:val="16"/>
      </w:rPr>
      <w:t>•</w:t>
    </w:r>
    <w:r w:rsidR="00F53B02" w:rsidRPr="007453B2">
      <w:rPr>
        <w:rFonts w:ascii="Arial" w:hAnsi="Arial" w:cs="Arial"/>
        <w:noProof/>
        <w:sz w:val="16"/>
        <w:szCs w:val="16"/>
      </w:rPr>
      <w:t xml:space="preserve">   </w:t>
    </w:r>
    <w:r w:rsidR="00F53B02" w:rsidRPr="007453B2">
      <w:rPr>
        <w:rFonts w:ascii="Arial" w:hAnsi="Arial" w:cs="Arial"/>
        <w:b/>
        <w:noProof/>
        <w:sz w:val="16"/>
        <w:szCs w:val="16"/>
      </w:rPr>
      <w:t>www.omanikud.ee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4F11" w14:textId="77777777" w:rsidR="00F53B02" w:rsidRDefault="00F53B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ECE38" w14:textId="77777777" w:rsidR="00C536A5" w:rsidRDefault="00C536A5">
      <w:r>
        <w:separator/>
      </w:r>
    </w:p>
  </w:footnote>
  <w:footnote w:type="continuationSeparator" w:id="0">
    <w:p w14:paraId="756B0198" w14:textId="77777777" w:rsidR="00C536A5" w:rsidRDefault="00C536A5">
      <w:r>
        <w:continuationSeparator/>
      </w:r>
    </w:p>
  </w:footnote>
  <w:footnote w:id="1">
    <w:p w14:paraId="48772D1B" w14:textId="77777777" w:rsidR="002B74E4" w:rsidRPr="002D0BA2" w:rsidRDefault="002B74E4" w:rsidP="002B74E4">
      <w:pPr>
        <w:pStyle w:val="FootnoteText"/>
        <w:rPr>
          <w:lang w:val="et-E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t-EE"/>
        </w:rPr>
        <w:t xml:space="preserve">Vt Riigikohtu määrus </w:t>
      </w:r>
      <w:r w:rsidRPr="00D3552B">
        <w:rPr>
          <w:lang w:val="et-EE"/>
        </w:rPr>
        <w:t>2-21-11325</w:t>
      </w:r>
      <w:r>
        <w:rPr>
          <w:lang w:val="et-EE"/>
        </w:rPr>
        <w:t>, punktid 14-20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55C82" w14:textId="77777777" w:rsidR="00F53B02" w:rsidRDefault="00F53B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6502" w14:textId="46ED5965" w:rsidR="00F53B02" w:rsidRDefault="00F53B02" w:rsidP="00292D6C">
    <w:pPr>
      <w:pStyle w:val="Header"/>
      <w:tabs>
        <w:tab w:val="clear" w:pos="4153"/>
        <w:tab w:val="clear" w:pos="8306"/>
        <w:tab w:val="left" w:pos="2010"/>
      </w:tabs>
    </w:pPr>
    <w:r>
      <w:rPr>
        <w:noProof/>
        <w:lang w:val="et-EE" w:eastAsia="et-EE"/>
      </w:rPr>
      <w:drawing>
        <wp:anchor distT="0" distB="0" distL="114300" distR="114300" simplePos="0" relativeHeight="251657728" behindDoc="1" locked="0" layoutInCell="1" allowOverlap="1" wp14:anchorId="5E01BE1E" wp14:editId="6C05C115">
          <wp:simplePos x="0" y="0"/>
          <wp:positionH relativeFrom="margin">
            <wp:align>center</wp:align>
          </wp:positionH>
          <wp:positionV relativeFrom="paragraph">
            <wp:posOffset>-21590</wp:posOffset>
          </wp:positionV>
          <wp:extent cx="6756400" cy="9829800"/>
          <wp:effectExtent l="0" t="0" r="6350" b="0"/>
          <wp:wrapNone/>
          <wp:docPr id="2" name="Pilt 2" descr="bla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la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6400" cy="9829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D6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00DDE" w14:textId="77777777" w:rsidR="00F53B02" w:rsidRDefault="00F53B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5935"/>
    <w:multiLevelType w:val="hybridMultilevel"/>
    <w:tmpl w:val="6E485FAA"/>
    <w:lvl w:ilvl="0" w:tplc="178E2B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0834"/>
    <w:multiLevelType w:val="hybridMultilevel"/>
    <w:tmpl w:val="8922477A"/>
    <w:lvl w:ilvl="0" w:tplc="A5D2D3C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6BE5"/>
    <w:multiLevelType w:val="hybridMultilevel"/>
    <w:tmpl w:val="AAFCF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13B68"/>
    <w:multiLevelType w:val="hybridMultilevel"/>
    <w:tmpl w:val="150493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30B62"/>
    <w:multiLevelType w:val="hybridMultilevel"/>
    <w:tmpl w:val="47806C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50FB0"/>
    <w:multiLevelType w:val="hybridMultilevel"/>
    <w:tmpl w:val="01067F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F6F7A"/>
    <w:multiLevelType w:val="hybridMultilevel"/>
    <w:tmpl w:val="8D2C6B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174C8"/>
    <w:multiLevelType w:val="hybridMultilevel"/>
    <w:tmpl w:val="097899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8D6"/>
    <w:multiLevelType w:val="hybridMultilevel"/>
    <w:tmpl w:val="D6F2B726"/>
    <w:lvl w:ilvl="0" w:tplc="FEF6C09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57793"/>
    <w:multiLevelType w:val="hybridMultilevel"/>
    <w:tmpl w:val="D83024A2"/>
    <w:lvl w:ilvl="0" w:tplc="AF444E7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73661"/>
    <w:multiLevelType w:val="hybridMultilevel"/>
    <w:tmpl w:val="1A905C04"/>
    <w:lvl w:ilvl="0" w:tplc="7988F19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B67FD"/>
    <w:multiLevelType w:val="hybridMultilevel"/>
    <w:tmpl w:val="30F69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E61F6"/>
    <w:multiLevelType w:val="hybridMultilevel"/>
    <w:tmpl w:val="CD42FFFA"/>
    <w:lvl w:ilvl="0" w:tplc="53BA652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3617A"/>
    <w:multiLevelType w:val="hybridMultilevel"/>
    <w:tmpl w:val="1D605CC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665199">
    <w:abstractNumId w:val="7"/>
  </w:num>
  <w:num w:numId="2" w16cid:durableId="1900744646">
    <w:abstractNumId w:val="6"/>
  </w:num>
  <w:num w:numId="3" w16cid:durableId="1178613484">
    <w:abstractNumId w:val="12"/>
  </w:num>
  <w:num w:numId="4" w16cid:durableId="1138914261">
    <w:abstractNumId w:val="0"/>
  </w:num>
  <w:num w:numId="5" w16cid:durableId="1088035894">
    <w:abstractNumId w:val="10"/>
  </w:num>
  <w:num w:numId="6" w16cid:durableId="1536771362">
    <w:abstractNumId w:val="9"/>
  </w:num>
  <w:num w:numId="7" w16cid:durableId="141850785">
    <w:abstractNumId w:val="3"/>
  </w:num>
  <w:num w:numId="8" w16cid:durableId="695621843">
    <w:abstractNumId w:val="2"/>
  </w:num>
  <w:num w:numId="9" w16cid:durableId="142241655">
    <w:abstractNumId w:val="5"/>
  </w:num>
  <w:num w:numId="10" w16cid:durableId="1788889415">
    <w:abstractNumId w:val="1"/>
  </w:num>
  <w:num w:numId="11" w16cid:durableId="604850432">
    <w:abstractNumId w:val="11"/>
  </w:num>
  <w:num w:numId="12" w16cid:durableId="215434026">
    <w:abstractNumId w:val="8"/>
  </w:num>
  <w:num w:numId="13" w16cid:durableId="865294405">
    <w:abstractNumId w:val="4"/>
  </w:num>
  <w:num w:numId="14" w16cid:durableId="7267605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744"/>
    <w:rsid w:val="00000139"/>
    <w:rsid w:val="000005D4"/>
    <w:rsid w:val="00000CB8"/>
    <w:rsid w:val="000016D2"/>
    <w:rsid w:val="00002001"/>
    <w:rsid w:val="00002ECC"/>
    <w:rsid w:val="000038DB"/>
    <w:rsid w:val="00003DC5"/>
    <w:rsid w:val="00004216"/>
    <w:rsid w:val="00004A38"/>
    <w:rsid w:val="00005613"/>
    <w:rsid w:val="00007595"/>
    <w:rsid w:val="00010113"/>
    <w:rsid w:val="0001058C"/>
    <w:rsid w:val="00011408"/>
    <w:rsid w:val="00012170"/>
    <w:rsid w:val="00012284"/>
    <w:rsid w:val="00012E50"/>
    <w:rsid w:val="000131BB"/>
    <w:rsid w:val="00017D20"/>
    <w:rsid w:val="0002114A"/>
    <w:rsid w:val="000224D3"/>
    <w:rsid w:val="00022A16"/>
    <w:rsid w:val="00023F47"/>
    <w:rsid w:val="000249CB"/>
    <w:rsid w:val="00024A58"/>
    <w:rsid w:val="00024E81"/>
    <w:rsid w:val="000259DE"/>
    <w:rsid w:val="00025B84"/>
    <w:rsid w:val="00026B02"/>
    <w:rsid w:val="00026DD0"/>
    <w:rsid w:val="00027700"/>
    <w:rsid w:val="0003074B"/>
    <w:rsid w:val="00030B74"/>
    <w:rsid w:val="00030CA3"/>
    <w:rsid w:val="0003139B"/>
    <w:rsid w:val="000319AE"/>
    <w:rsid w:val="00031F15"/>
    <w:rsid w:val="000330F6"/>
    <w:rsid w:val="0003479A"/>
    <w:rsid w:val="000349C3"/>
    <w:rsid w:val="00037FFD"/>
    <w:rsid w:val="00041427"/>
    <w:rsid w:val="00043FE7"/>
    <w:rsid w:val="00044A34"/>
    <w:rsid w:val="00044C02"/>
    <w:rsid w:val="00044E8B"/>
    <w:rsid w:val="000450F0"/>
    <w:rsid w:val="000452B8"/>
    <w:rsid w:val="000464D1"/>
    <w:rsid w:val="000467F8"/>
    <w:rsid w:val="00051031"/>
    <w:rsid w:val="000526DD"/>
    <w:rsid w:val="00053827"/>
    <w:rsid w:val="0005471C"/>
    <w:rsid w:val="00056325"/>
    <w:rsid w:val="000574C0"/>
    <w:rsid w:val="00057B10"/>
    <w:rsid w:val="00057BD9"/>
    <w:rsid w:val="00060DAC"/>
    <w:rsid w:val="00061288"/>
    <w:rsid w:val="00062C6B"/>
    <w:rsid w:val="000632B2"/>
    <w:rsid w:val="00064271"/>
    <w:rsid w:val="0006642E"/>
    <w:rsid w:val="000678B3"/>
    <w:rsid w:val="00070845"/>
    <w:rsid w:val="00070D14"/>
    <w:rsid w:val="000711DE"/>
    <w:rsid w:val="00071733"/>
    <w:rsid w:val="00071F6E"/>
    <w:rsid w:val="00073275"/>
    <w:rsid w:val="00073353"/>
    <w:rsid w:val="0007361D"/>
    <w:rsid w:val="00075DB7"/>
    <w:rsid w:val="000760FF"/>
    <w:rsid w:val="000762F8"/>
    <w:rsid w:val="000767A2"/>
    <w:rsid w:val="00076969"/>
    <w:rsid w:val="00077F01"/>
    <w:rsid w:val="00080FE7"/>
    <w:rsid w:val="000810E4"/>
    <w:rsid w:val="0008116F"/>
    <w:rsid w:val="00081201"/>
    <w:rsid w:val="000816A7"/>
    <w:rsid w:val="000816F6"/>
    <w:rsid w:val="00082C59"/>
    <w:rsid w:val="0008318A"/>
    <w:rsid w:val="00084659"/>
    <w:rsid w:val="000861A8"/>
    <w:rsid w:val="00086C93"/>
    <w:rsid w:val="00087751"/>
    <w:rsid w:val="0008784A"/>
    <w:rsid w:val="000901D8"/>
    <w:rsid w:val="00091B52"/>
    <w:rsid w:val="00092E76"/>
    <w:rsid w:val="000930A7"/>
    <w:rsid w:val="000957DA"/>
    <w:rsid w:val="00095EBB"/>
    <w:rsid w:val="000966A8"/>
    <w:rsid w:val="00096A91"/>
    <w:rsid w:val="000A0395"/>
    <w:rsid w:val="000A2062"/>
    <w:rsid w:val="000A2B0F"/>
    <w:rsid w:val="000A47B8"/>
    <w:rsid w:val="000A5BF0"/>
    <w:rsid w:val="000A5F94"/>
    <w:rsid w:val="000A6346"/>
    <w:rsid w:val="000A636F"/>
    <w:rsid w:val="000A65C2"/>
    <w:rsid w:val="000A6C9D"/>
    <w:rsid w:val="000B06DE"/>
    <w:rsid w:val="000B0BDB"/>
    <w:rsid w:val="000B1418"/>
    <w:rsid w:val="000B34F6"/>
    <w:rsid w:val="000B42C0"/>
    <w:rsid w:val="000B430D"/>
    <w:rsid w:val="000B5273"/>
    <w:rsid w:val="000B5D8D"/>
    <w:rsid w:val="000B6317"/>
    <w:rsid w:val="000B635D"/>
    <w:rsid w:val="000B636B"/>
    <w:rsid w:val="000B6F68"/>
    <w:rsid w:val="000C2F95"/>
    <w:rsid w:val="000C3DE4"/>
    <w:rsid w:val="000C42C8"/>
    <w:rsid w:val="000C48C1"/>
    <w:rsid w:val="000C50F2"/>
    <w:rsid w:val="000C580B"/>
    <w:rsid w:val="000C7A98"/>
    <w:rsid w:val="000D0202"/>
    <w:rsid w:val="000D1177"/>
    <w:rsid w:val="000D16CE"/>
    <w:rsid w:val="000D2231"/>
    <w:rsid w:val="000D39E5"/>
    <w:rsid w:val="000D3C1E"/>
    <w:rsid w:val="000D3ED7"/>
    <w:rsid w:val="000D413F"/>
    <w:rsid w:val="000D59CD"/>
    <w:rsid w:val="000D5BF3"/>
    <w:rsid w:val="000D5E74"/>
    <w:rsid w:val="000D6730"/>
    <w:rsid w:val="000E04F5"/>
    <w:rsid w:val="000E10D5"/>
    <w:rsid w:val="000E2646"/>
    <w:rsid w:val="000E415E"/>
    <w:rsid w:val="000E43E2"/>
    <w:rsid w:val="000E4655"/>
    <w:rsid w:val="000E4D75"/>
    <w:rsid w:val="000E4D9D"/>
    <w:rsid w:val="000E6744"/>
    <w:rsid w:val="000E6935"/>
    <w:rsid w:val="000E724C"/>
    <w:rsid w:val="000E74E7"/>
    <w:rsid w:val="000F134F"/>
    <w:rsid w:val="000F23CD"/>
    <w:rsid w:val="000F5FEE"/>
    <w:rsid w:val="000F609D"/>
    <w:rsid w:val="000F64AF"/>
    <w:rsid w:val="000F6567"/>
    <w:rsid w:val="000F6D0B"/>
    <w:rsid w:val="000F6E6A"/>
    <w:rsid w:val="000F7007"/>
    <w:rsid w:val="0010073A"/>
    <w:rsid w:val="001008C2"/>
    <w:rsid w:val="001008D1"/>
    <w:rsid w:val="001008D9"/>
    <w:rsid w:val="00100C35"/>
    <w:rsid w:val="001011BF"/>
    <w:rsid w:val="00101DC0"/>
    <w:rsid w:val="00102449"/>
    <w:rsid w:val="00102986"/>
    <w:rsid w:val="00103E1D"/>
    <w:rsid w:val="0010414C"/>
    <w:rsid w:val="001048A8"/>
    <w:rsid w:val="00105C6A"/>
    <w:rsid w:val="00106835"/>
    <w:rsid w:val="001070A9"/>
    <w:rsid w:val="00107512"/>
    <w:rsid w:val="00111270"/>
    <w:rsid w:val="00111F5A"/>
    <w:rsid w:val="00112239"/>
    <w:rsid w:val="0011251A"/>
    <w:rsid w:val="00112ABA"/>
    <w:rsid w:val="00112AEA"/>
    <w:rsid w:val="00115503"/>
    <w:rsid w:val="00115B15"/>
    <w:rsid w:val="0011610A"/>
    <w:rsid w:val="0011661A"/>
    <w:rsid w:val="001175AC"/>
    <w:rsid w:val="00120766"/>
    <w:rsid w:val="0012117E"/>
    <w:rsid w:val="001211C6"/>
    <w:rsid w:val="0012303B"/>
    <w:rsid w:val="0012384E"/>
    <w:rsid w:val="00123BF8"/>
    <w:rsid w:val="001247DE"/>
    <w:rsid w:val="00125295"/>
    <w:rsid w:val="00125FB8"/>
    <w:rsid w:val="00126539"/>
    <w:rsid w:val="0012666F"/>
    <w:rsid w:val="00126E27"/>
    <w:rsid w:val="001308E2"/>
    <w:rsid w:val="00130DCD"/>
    <w:rsid w:val="00131050"/>
    <w:rsid w:val="00131C74"/>
    <w:rsid w:val="00131E66"/>
    <w:rsid w:val="00132364"/>
    <w:rsid w:val="001326B2"/>
    <w:rsid w:val="00132F23"/>
    <w:rsid w:val="00134651"/>
    <w:rsid w:val="001362DA"/>
    <w:rsid w:val="00136B23"/>
    <w:rsid w:val="00137290"/>
    <w:rsid w:val="00137FCD"/>
    <w:rsid w:val="001407ED"/>
    <w:rsid w:val="001414D5"/>
    <w:rsid w:val="001423F2"/>
    <w:rsid w:val="001424AF"/>
    <w:rsid w:val="0014259D"/>
    <w:rsid w:val="0014302C"/>
    <w:rsid w:val="001457EF"/>
    <w:rsid w:val="00146027"/>
    <w:rsid w:val="00146BE7"/>
    <w:rsid w:val="00150079"/>
    <w:rsid w:val="001502CC"/>
    <w:rsid w:val="001510C8"/>
    <w:rsid w:val="001517AE"/>
    <w:rsid w:val="00151CC5"/>
    <w:rsid w:val="001536BD"/>
    <w:rsid w:val="001540E3"/>
    <w:rsid w:val="00154F12"/>
    <w:rsid w:val="00155997"/>
    <w:rsid w:val="001561FA"/>
    <w:rsid w:val="00156782"/>
    <w:rsid w:val="00156ECA"/>
    <w:rsid w:val="00156F3C"/>
    <w:rsid w:val="001570C8"/>
    <w:rsid w:val="00160E53"/>
    <w:rsid w:val="0016180F"/>
    <w:rsid w:val="0016196D"/>
    <w:rsid w:val="00162A33"/>
    <w:rsid w:val="001632FD"/>
    <w:rsid w:val="00163926"/>
    <w:rsid w:val="00164F54"/>
    <w:rsid w:val="00165B81"/>
    <w:rsid w:val="00167092"/>
    <w:rsid w:val="001702A7"/>
    <w:rsid w:val="00171BE3"/>
    <w:rsid w:val="001727BC"/>
    <w:rsid w:val="0017340E"/>
    <w:rsid w:val="00173764"/>
    <w:rsid w:val="00175A0E"/>
    <w:rsid w:val="00175A99"/>
    <w:rsid w:val="00175D71"/>
    <w:rsid w:val="00177852"/>
    <w:rsid w:val="00177D1F"/>
    <w:rsid w:val="00180693"/>
    <w:rsid w:val="00183BF8"/>
    <w:rsid w:val="00183C3C"/>
    <w:rsid w:val="001846FC"/>
    <w:rsid w:val="00185A49"/>
    <w:rsid w:val="001915A7"/>
    <w:rsid w:val="00192088"/>
    <w:rsid w:val="00193E45"/>
    <w:rsid w:val="00196531"/>
    <w:rsid w:val="001966B2"/>
    <w:rsid w:val="00196BBD"/>
    <w:rsid w:val="00197536"/>
    <w:rsid w:val="0019784F"/>
    <w:rsid w:val="00197F87"/>
    <w:rsid w:val="001A005E"/>
    <w:rsid w:val="001A0FDC"/>
    <w:rsid w:val="001A1EE3"/>
    <w:rsid w:val="001A27D3"/>
    <w:rsid w:val="001A480C"/>
    <w:rsid w:val="001A5082"/>
    <w:rsid w:val="001A60DC"/>
    <w:rsid w:val="001A6320"/>
    <w:rsid w:val="001A7C74"/>
    <w:rsid w:val="001B152B"/>
    <w:rsid w:val="001B1CF2"/>
    <w:rsid w:val="001B20E0"/>
    <w:rsid w:val="001B2C5E"/>
    <w:rsid w:val="001B31AE"/>
    <w:rsid w:val="001B3900"/>
    <w:rsid w:val="001B3BD0"/>
    <w:rsid w:val="001B4193"/>
    <w:rsid w:val="001B45EC"/>
    <w:rsid w:val="001B464D"/>
    <w:rsid w:val="001B5272"/>
    <w:rsid w:val="001B6AEC"/>
    <w:rsid w:val="001B778F"/>
    <w:rsid w:val="001B781B"/>
    <w:rsid w:val="001C07F4"/>
    <w:rsid w:val="001C2DC2"/>
    <w:rsid w:val="001C309E"/>
    <w:rsid w:val="001C3139"/>
    <w:rsid w:val="001C3826"/>
    <w:rsid w:val="001C39C2"/>
    <w:rsid w:val="001C3E85"/>
    <w:rsid w:val="001C621F"/>
    <w:rsid w:val="001C7493"/>
    <w:rsid w:val="001D354F"/>
    <w:rsid w:val="001D367E"/>
    <w:rsid w:val="001D4E8B"/>
    <w:rsid w:val="001D5211"/>
    <w:rsid w:val="001D5539"/>
    <w:rsid w:val="001D5CA8"/>
    <w:rsid w:val="001D6066"/>
    <w:rsid w:val="001D6C7A"/>
    <w:rsid w:val="001D7671"/>
    <w:rsid w:val="001D7A55"/>
    <w:rsid w:val="001E07D2"/>
    <w:rsid w:val="001E13D7"/>
    <w:rsid w:val="001E1F99"/>
    <w:rsid w:val="001E1FD5"/>
    <w:rsid w:val="001E2138"/>
    <w:rsid w:val="001E2AA5"/>
    <w:rsid w:val="001E31E0"/>
    <w:rsid w:val="001E328B"/>
    <w:rsid w:val="001E3C05"/>
    <w:rsid w:val="001E4A9D"/>
    <w:rsid w:val="001E5706"/>
    <w:rsid w:val="001E5CAA"/>
    <w:rsid w:val="001E5E2F"/>
    <w:rsid w:val="001E6DC4"/>
    <w:rsid w:val="001F12D7"/>
    <w:rsid w:val="001F140C"/>
    <w:rsid w:val="001F179C"/>
    <w:rsid w:val="001F195A"/>
    <w:rsid w:val="001F2FA8"/>
    <w:rsid w:val="001F3B55"/>
    <w:rsid w:val="001F4C1D"/>
    <w:rsid w:val="001F51A5"/>
    <w:rsid w:val="001F52E6"/>
    <w:rsid w:val="001F560C"/>
    <w:rsid w:val="001F5631"/>
    <w:rsid w:val="001F625F"/>
    <w:rsid w:val="00200ADD"/>
    <w:rsid w:val="00200EFD"/>
    <w:rsid w:val="00201DB4"/>
    <w:rsid w:val="00201DCD"/>
    <w:rsid w:val="002022DA"/>
    <w:rsid w:val="002025B9"/>
    <w:rsid w:val="00202DDE"/>
    <w:rsid w:val="00203BDF"/>
    <w:rsid w:val="00204C11"/>
    <w:rsid w:val="00205DD6"/>
    <w:rsid w:val="00205F45"/>
    <w:rsid w:val="00206985"/>
    <w:rsid w:val="00207FBE"/>
    <w:rsid w:val="0021131D"/>
    <w:rsid w:val="00211744"/>
    <w:rsid w:val="00211A51"/>
    <w:rsid w:val="00212465"/>
    <w:rsid w:val="002128F4"/>
    <w:rsid w:val="002134A9"/>
    <w:rsid w:val="00213EF5"/>
    <w:rsid w:val="00214EE5"/>
    <w:rsid w:val="002151E1"/>
    <w:rsid w:val="00215676"/>
    <w:rsid w:val="00216990"/>
    <w:rsid w:val="00217440"/>
    <w:rsid w:val="002215B2"/>
    <w:rsid w:val="0022227A"/>
    <w:rsid w:val="00222DF2"/>
    <w:rsid w:val="00223BC1"/>
    <w:rsid w:val="00223D34"/>
    <w:rsid w:val="002258B0"/>
    <w:rsid w:val="00226F31"/>
    <w:rsid w:val="00227D9C"/>
    <w:rsid w:val="00227ED2"/>
    <w:rsid w:val="00230479"/>
    <w:rsid w:val="002321B1"/>
    <w:rsid w:val="00232383"/>
    <w:rsid w:val="002330EB"/>
    <w:rsid w:val="002357CE"/>
    <w:rsid w:val="00235C19"/>
    <w:rsid w:val="00236ABF"/>
    <w:rsid w:val="00236F9A"/>
    <w:rsid w:val="002377EF"/>
    <w:rsid w:val="00237908"/>
    <w:rsid w:val="00240422"/>
    <w:rsid w:val="002419F6"/>
    <w:rsid w:val="002431B5"/>
    <w:rsid w:val="002441B9"/>
    <w:rsid w:val="00245540"/>
    <w:rsid w:val="0024568F"/>
    <w:rsid w:val="00245B12"/>
    <w:rsid w:val="002467DE"/>
    <w:rsid w:val="00246B97"/>
    <w:rsid w:val="0025243E"/>
    <w:rsid w:val="002524B4"/>
    <w:rsid w:val="00252A12"/>
    <w:rsid w:val="00252C27"/>
    <w:rsid w:val="00256D8F"/>
    <w:rsid w:val="00256F76"/>
    <w:rsid w:val="0026026C"/>
    <w:rsid w:val="00260EAA"/>
    <w:rsid w:val="0026363D"/>
    <w:rsid w:val="00263F0A"/>
    <w:rsid w:val="00264342"/>
    <w:rsid w:val="0026464D"/>
    <w:rsid w:val="002656A0"/>
    <w:rsid w:val="00265816"/>
    <w:rsid w:val="0026594D"/>
    <w:rsid w:val="00265CE0"/>
    <w:rsid w:val="00266E41"/>
    <w:rsid w:val="00267D1E"/>
    <w:rsid w:val="00271D4E"/>
    <w:rsid w:val="002722DD"/>
    <w:rsid w:val="0027334C"/>
    <w:rsid w:val="002738DD"/>
    <w:rsid w:val="00273D6C"/>
    <w:rsid w:val="002741A8"/>
    <w:rsid w:val="00274233"/>
    <w:rsid w:val="00274B7D"/>
    <w:rsid w:val="0027790C"/>
    <w:rsid w:val="00277BBB"/>
    <w:rsid w:val="0028143C"/>
    <w:rsid w:val="00283812"/>
    <w:rsid w:val="0028507B"/>
    <w:rsid w:val="002868F1"/>
    <w:rsid w:val="00286942"/>
    <w:rsid w:val="00286E35"/>
    <w:rsid w:val="002922F9"/>
    <w:rsid w:val="002925D0"/>
    <w:rsid w:val="002927F1"/>
    <w:rsid w:val="00292B73"/>
    <w:rsid w:val="00292BBE"/>
    <w:rsid w:val="00292D6C"/>
    <w:rsid w:val="00293A89"/>
    <w:rsid w:val="0029693C"/>
    <w:rsid w:val="00296CB9"/>
    <w:rsid w:val="002979DA"/>
    <w:rsid w:val="00297F30"/>
    <w:rsid w:val="002A06D3"/>
    <w:rsid w:val="002A12EE"/>
    <w:rsid w:val="002A2A69"/>
    <w:rsid w:val="002A2CEF"/>
    <w:rsid w:val="002A45AA"/>
    <w:rsid w:val="002A6E91"/>
    <w:rsid w:val="002A74C2"/>
    <w:rsid w:val="002B0547"/>
    <w:rsid w:val="002B0C0C"/>
    <w:rsid w:val="002B0C7A"/>
    <w:rsid w:val="002B23C1"/>
    <w:rsid w:val="002B35CF"/>
    <w:rsid w:val="002B37B4"/>
    <w:rsid w:val="002B4B27"/>
    <w:rsid w:val="002B4F96"/>
    <w:rsid w:val="002B5418"/>
    <w:rsid w:val="002B74E4"/>
    <w:rsid w:val="002B7915"/>
    <w:rsid w:val="002C020F"/>
    <w:rsid w:val="002C06E7"/>
    <w:rsid w:val="002C09D0"/>
    <w:rsid w:val="002C20FD"/>
    <w:rsid w:val="002C25EC"/>
    <w:rsid w:val="002C2652"/>
    <w:rsid w:val="002C2AB5"/>
    <w:rsid w:val="002C32C2"/>
    <w:rsid w:val="002C3E0D"/>
    <w:rsid w:val="002C503B"/>
    <w:rsid w:val="002C54E0"/>
    <w:rsid w:val="002C5921"/>
    <w:rsid w:val="002C62F5"/>
    <w:rsid w:val="002C6DDC"/>
    <w:rsid w:val="002C76FA"/>
    <w:rsid w:val="002D026C"/>
    <w:rsid w:val="002D0BA2"/>
    <w:rsid w:val="002D0F6C"/>
    <w:rsid w:val="002D196B"/>
    <w:rsid w:val="002D1C83"/>
    <w:rsid w:val="002D2D18"/>
    <w:rsid w:val="002D56DF"/>
    <w:rsid w:val="002D64C4"/>
    <w:rsid w:val="002D692E"/>
    <w:rsid w:val="002D72D9"/>
    <w:rsid w:val="002D7AD0"/>
    <w:rsid w:val="002D7D24"/>
    <w:rsid w:val="002D7F79"/>
    <w:rsid w:val="002D7FDC"/>
    <w:rsid w:val="002E0754"/>
    <w:rsid w:val="002E1637"/>
    <w:rsid w:val="002E17FA"/>
    <w:rsid w:val="002E359C"/>
    <w:rsid w:val="002E48AC"/>
    <w:rsid w:val="002E6A96"/>
    <w:rsid w:val="002E6C96"/>
    <w:rsid w:val="002E7261"/>
    <w:rsid w:val="002F10A1"/>
    <w:rsid w:val="002F1FFB"/>
    <w:rsid w:val="002F4F59"/>
    <w:rsid w:val="002F6366"/>
    <w:rsid w:val="002F77ED"/>
    <w:rsid w:val="002F7C8F"/>
    <w:rsid w:val="003027E1"/>
    <w:rsid w:val="00304FD3"/>
    <w:rsid w:val="00305786"/>
    <w:rsid w:val="00305B78"/>
    <w:rsid w:val="003064BB"/>
    <w:rsid w:val="00306A95"/>
    <w:rsid w:val="0030771B"/>
    <w:rsid w:val="003107CE"/>
    <w:rsid w:val="00310AB7"/>
    <w:rsid w:val="00310F7C"/>
    <w:rsid w:val="0031209A"/>
    <w:rsid w:val="0031281A"/>
    <w:rsid w:val="00312A65"/>
    <w:rsid w:val="003132D3"/>
    <w:rsid w:val="0031602F"/>
    <w:rsid w:val="003160D8"/>
    <w:rsid w:val="00316262"/>
    <w:rsid w:val="0031728C"/>
    <w:rsid w:val="00317419"/>
    <w:rsid w:val="00320C78"/>
    <w:rsid w:val="00321734"/>
    <w:rsid w:val="00321A66"/>
    <w:rsid w:val="0032234B"/>
    <w:rsid w:val="003259A2"/>
    <w:rsid w:val="00326F25"/>
    <w:rsid w:val="003275F4"/>
    <w:rsid w:val="00330319"/>
    <w:rsid w:val="00330F6A"/>
    <w:rsid w:val="003320FC"/>
    <w:rsid w:val="0033271C"/>
    <w:rsid w:val="003332F6"/>
    <w:rsid w:val="003340D8"/>
    <w:rsid w:val="00334D10"/>
    <w:rsid w:val="00335F66"/>
    <w:rsid w:val="00336290"/>
    <w:rsid w:val="003365D9"/>
    <w:rsid w:val="00336DF9"/>
    <w:rsid w:val="00337061"/>
    <w:rsid w:val="00340590"/>
    <w:rsid w:val="00341487"/>
    <w:rsid w:val="00343B54"/>
    <w:rsid w:val="00344338"/>
    <w:rsid w:val="00344B8E"/>
    <w:rsid w:val="00346665"/>
    <w:rsid w:val="003513BB"/>
    <w:rsid w:val="00351E41"/>
    <w:rsid w:val="003537DE"/>
    <w:rsid w:val="00353A8F"/>
    <w:rsid w:val="003540C3"/>
    <w:rsid w:val="00354248"/>
    <w:rsid w:val="00354254"/>
    <w:rsid w:val="0035491F"/>
    <w:rsid w:val="0035547D"/>
    <w:rsid w:val="00356288"/>
    <w:rsid w:val="00356926"/>
    <w:rsid w:val="00356931"/>
    <w:rsid w:val="00356F6F"/>
    <w:rsid w:val="003572CE"/>
    <w:rsid w:val="00357659"/>
    <w:rsid w:val="003616FF"/>
    <w:rsid w:val="00361DCB"/>
    <w:rsid w:val="003624D2"/>
    <w:rsid w:val="00363158"/>
    <w:rsid w:val="00363E39"/>
    <w:rsid w:val="0036440B"/>
    <w:rsid w:val="00365095"/>
    <w:rsid w:val="00365818"/>
    <w:rsid w:val="003673A6"/>
    <w:rsid w:val="0036759C"/>
    <w:rsid w:val="00371047"/>
    <w:rsid w:val="0037109F"/>
    <w:rsid w:val="00372202"/>
    <w:rsid w:val="003734A0"/>
    <w:rsid w:val="003736EF"/>
    <w:rsid w:val="003739A3"/>
    <w:rsid w:val="00374605"/>
    <w:rsid w:val="00375E5E"/>
    <w:rsid w:val="0037600C"/>
    <w:rsid w:val="00377178"/>
    <w:rsid w:val="003779E0"/>
    <w:rsid w:val="00381178"/>
    <w:rsid w:val="003815E1"/>
    <w:rsid w:val="00381935"/>
    <w:rsid w:val="00382729"/>
    <w:rsid w:val="003827C7"/>
    <w:rsid w:val="00382AB8"/>
    <w:rsid w:val="00384F2B"/>
    <w:rsid w:val="003851A6"/>
    <w:rsid w:val="00386333"/>
    <w:rsid w:val="00393063"/>
    <w:rsid w:val="003937D2"/>
    <w:rsid w:val="00394E8C"/>
    <w:rsid w:val="003951C3"/>
    <w:rsid w:val="003959ED"/>
    <w:rsid w:val="003A043F"/>
    <w:rsid w:val="003A04C1"/>
    <w:rsid w:val="003A056B"/>
    <w:rsid w:val="003A085C"/>
    <w:rsid w:val="003A0ED8"/>
    <w:rsid w:val="003A1EDB"/>
    <w:rsid w:val="003A25B8"/>
    <w:rsid w:val="003A2EE6"/>
    <w:rsid w:val="003A365A"/>
    <w:rsid w:val="003A391B"/>
    <w:rsid w:val="003A47B7"/>
    <w:rsid w:val="003A4848"/>
    <w:rsid w:val="003A4957"/>
    <w:rsid w:val="003A5180"/>
    <w:rsid w:val="003A5334"/>
    <w:rsid w:val="003A5F6F"/>
    <w:rsid w:val="003A6617"/>
    <w:rsid w:val="003B002A"/>
    <w:rsid w:val="003B04FD"/>
    <w:rsid w:val="003B2295"/>
    <w:rsid w:val="003B2852"/>
    <w:rsid w:val="003B31F4"/>
    <w:rsid w:val="003B3517"/>
    <w:rsid w:val="003B3F8C"/>
    <w:rsid w:val="003B402E"/>
    <w:rsid w:val="003B4303"/>
    <w:rsid w:val="003B470C"/>
    <w:rsid w:val="003B4850"/>
    <w:rsid w:val="003B4D29"/>
    <w:rsid w:val="003B5C6C"/>
    <w:rsid w:val="003B5FFE"/>
    <w:rsid w:val="003B7991"/>
    <w:rsid w:val="003B7F7C"/>
    <w:rsid w:val="003C0A17"/>
    <w:rsid w:val="003C1C68"/>
    <w:rsid w:val="003C1CCC"/>
    <w:rsid w:val="003C2EAC"/>
    <w:rsid w:val="003C4BD0"/>
    <w:rsid w:val="003C53C1"/>
    <w:rsid w:val="003C5624"/>
    <w:rsid w:val="003C5D4E"/>
    <w:rsid w:val="003C6672"/>
    <w:rsid w:val="003C729A"/>
    <w:rsid w:val="003C78C0"/>
    <w:rsid w:val="003C7D92"/>
    <w:rsid w:val="003D041B"/>
    <w:rsid w:val="003D0474"/>
    <w:rsid w:val="003D09D2"/>
    <w:rsid w:val="003D124C"/>
    <w:rsid w:val="003D1D90"/>
    <w:rsid w:val="003D2EFF"/>
    <w:rsid w:val="003D3767"/>
    <w:rsid w:val="003D3AE0"/>
    <w:rsid w:val="003D58D4"/>
    <w:rsid w:val="003D5E2C"/>
    <w:rsid w:val="003D6A7E"/>
    <w:rsid w:val="003D6E36"/>
    <w:rsid w:val="003D7E97"/>
    <w:rsid w:val="003E169F"/>
    <w:rsid w:val="003E1997"/>
    <w:rsid w:val="003E1C50"/>
    <w:rsid w:val="003E27DC"/>
    <w:rsid w:val="003E33C9"/>
    <w:rsid w:val="003E43F3"/>
    <w:rsid w:val="003E4454"/>
    <w:rsid w:val="003E4645"/>
    <w:rsid w:val="003E4946"/>
    <w:rsid w:val="003E5620"/>
    <w:rsid w:val="003E6F96"/>
    <w:rsid w:val="003E7CDA"/>
    <w:rsid w:val="003F058E"/>
    <w:rsid w:val="003F0FBC"/>
    <w:rsid w:val="003F12B1"/>
    <w:rsid w:val="003F1B25"/>
    <w:rsid w:val="003F2803"/>
    <w:rsid w:val="003F2C58"/>
    <w:rsid w:val="003F30F6"/>
    <w:rsid w:val="003F316E"/>
    <w:rsid w:val="003F3A8F"/>
    <w:rsid w:val="003F3D8A"/>
    <w:rsid w:val="003F4DF2"/>
    <w:rsid w:val="003F57FD"/>
    <w:rsid w:val="003F6824"/>
    <w:rsid w:val="003F6AC6"/>
    <w:rsid w:val="003F7841"/>
    <w:rsid w:val="0040032C"/>
    <w:rsid w:val="00400D9B"/>
    <w:rsid w:val="0040106F"/>
    <w:rsid w:val="00403170"/>
    <w:rsid w:val="00404515"/>
    <w:rsid w:val="004048F1"/>
    <w:rsid w:val="00404C5D"/>
    <w:rsid w:val="00405AA1"/>
    <w:rsid w:val="004061A9"/>
    <w:rsid w:val="004069D7"/>
    <w:rsid w:val="00407F6E"/>
    <w:rsid w:val="00410405"/>
    <w:rsid w:val="00410B74"/>
    <w:rsid w:val="00411F90"/>
    <w:rsid w:val="004132AD"/>
    <w:rsid w:val="00413EBE"/>
    <w:rsid w:val="00415510"/>
    <w:rsid w:val="00415689"/>
    <w:rsid w:val="004161E4"/>
    <w:rsid w:val="00416835"/>
    <w:rsid w:val="004168F2"/>
    <w:rsid w:val="00416EC4"/>
    <w:rsid w:val="00417786"/>
    <w:rsid w:val="00417A35"/>
    <w:rsid w:val="00417A3D"/>
    <w:rsid w:val="00420751"/>
    <w:rsid w:val="00421DB5"/>
    <w:rsid w:val="00422752"/>
    <w:rsid w:val="0042541D"/>
    <w:rsid w:val="004256C9"/>
    <w:rsid w:val="00425CDE"/>
    <w:rsid w:val="004270AD"/>
    <w:rsid w:val="004302CB"/>
    <w:rsid w:val="00430CEB"/>
    <w:rsid w:val="00431486"/>
    <w:rsid w:val="0043376F"/>
    <w:rsid w:val="004342D5"/>
    <w:rsid w:val="004361CC"/>
    <w:rsid w:val="0043699B"/>
    <w:rsid w:val="0043789C"/>
    <w:rsid w:val="00437EE2"/>
    <w:rsid w:val="004401A9"/>
    <w:rsid w:val="00440501"/>
    <w:rsid w:val="004425E6"/>
    <w:rsid w:val="00442C0A"/>
    <w:rsid w:val="00443EB4"/>
    <w:rsid w:val="004456E9"/>
    <w:rsid w:val="00445D47"/>
    <w:rsid w:val="004465EF"/>
    <w:rsid w:val="0044698B"/>
    <w:rsid w:val="004473EA"/>
    <w:rsid w:val="00447FC4"/>
    <w:rsid w:val="00451986"/>
    <w:rsid w:val="00452977"/>
    <w:rsid w:val="004537D2"/>
    <w:rsid w:val="00453EA1"/>
    <w:rsid w:val="00453EB9"/>
    <w:rsid w:val="00453F3E"/>
    <w:rsid w:val="0045442F"/>
    <w:rsid w:val="00456395"/>
    <w:rsid w:val="004610CC"/>
    <w:rsid w:val="0046260A"/>
    <w:rsid w:val="00462DA3"/>
    <w:rsid w:val="00464524"/>
    <w:rsid w:val="00464AA1"/>
    <w:rsid w:val="00465425"/>
    <w:rsid w:val="00465495"/>
    <w:rsid w:val="00465828"/>
    <w:rsid w:val="004663E4"/>
    <w:rsid w:val="004666CD"/>
    <w:rsid w:val="00466BC7"/>
    <w:rsid w:val="00467248"/>
    <w:rsid w:val="004673AA"/>
    <w:rsid w:val="00470204"/>
    <w:rsid w:val="00471177"/>
    <w:rsid w:val="004721C6"/>
    <w:rsid w:val="0047232D"/>
    <w:rsid w:val="00473772"/>
    <w:rsid w:val="0047421D"/>
    <w:rsid w:val="00474C1C"/>
    <w:rsid w:val="00474D94"/>
    <w:rsid w:val="004762F2"/>
    <w:rsid w:val="00477312"/>
    <w:rsid w:val="00480FE3"/>
    <w:rsid w:val="00481256"/>
    <w:rsid w:val="00481461"/>
    <w:rsid w:val="00482977"/>
    <w:rsid w:val="00482EBC"/>
    <w:rsid w:val="00482FA4"/>
    <w:rsid w:val="0048497A"/>
    <w:rsid w:val="004851FF"/>
    <w:rsid w:val="00485216"/>
    <w:rsid w:val="00485248"/>
    <w:rsid w:val="0048556E"/>
    <w:rsid w:val="004864F3"/>
    <w:rsid w:val="004866EA"/>
    <w:rsid w:val="00486863"/>
    <w:rsid w:val="00490D95"/>
    <w:rsid w:val="00490FBD"/>
    <w:rsid w:val="004913CF"/>
    <w:rsid w:val="00492444"/>
    <w:rsid w:val="00492591"/>
    <w:rsid w:val="004925C7"/>
    <w:rsid w:val="00492F73"/>
    <w:rsid w:val="0049361E"/>
    <w:rsid w:val="00494C68"/>
    <w:rsid w:val="004954C4"/>
    <w:rsid w:val="0049559C"/>
    <w:rsid w:val="0049580A"/>
    <w:rsid w:val="00496060"/>
    <w:rsid w:val="004972FF"/>
    <w:rsid w:val="004A035E"/>
    <w:rsid w:val="004A0D4F"/>
    <w:rsid w:val="004A0DB0"/>
    <w:rsid w:val="004A25D8"/>
    <w:rsid w:val="004A3ABF"/>
    <w:rsid w:val="004A4500"/>
    <w:rsid w:val="004A5523"/>
    <w:rsid w:val="004B04DB"/>
    <w:rsid w:val="004B1F9A"/>
    <w:rsid w:val="004B365F"/>
    <w:rsid w:val="004B3DB7"/>
    <w:rsid w:val="004B4CCB"/>
    <w:rsid w:val="004B5088"/>
    <w:rsid w:val="004B5133"/>
    <w:rsid w:val="004B56AB"/>
    <w:rsid w:val="004B5D28"/>
    <w:rsid w:val="004B64B2"/>
    <w:rsid w:val="004B69DA"/>
    <w:rsid w:val="004B73B2"/>
    <w:rsid w:val="004B7672"/>
    <w:rsid w:val="004B793B"/>
    <w:rsid w:val="004B7F4B"/>
    <w:rsid w:val="004C01EB"/>
    <w:rsid w:val="004C12D9"/>
    <w:rsid w:val="004C14ED"/>
    <w:rsid w:val="004C22EA"/>
    <w:rsid w:val="004C2F2F"/>
    <w:rsid w:val="004C323F"/>
    <w:rsid w:val="004C3C46"/>
    <w:rsid w:val="004C3E09"/>
    <w:rsid w:val="004C3EB1"/>
    <w:rsid w:val="004C4DB9"/>
    <w:rsid w:val="004C57B9"/>
    <w:rsid w:val="004C67AF"/>
    <w:rsid w:val="004C68B4"/>
    <w:rsid w:val="004C77A9"/>
    <w:rsid w:val="004C7B67"/>
    <w:rsid w:val="004D1A07"/>
    <w:rsid w:val="004D3CCD"/>
    <w:rsid w:val="004D5020"/>
    <w:rsid w:val="004D563A"/>
    <w:rsid w:val="004D68C3"/>
    <w:rsid w:val="004D6B8D"/>
    <w:rsid w:val="004E2E47"/>
    <w:rsid w:val="004E557A"/>
    <w:rsid w:val="004E72C4"/>
    <w:rsid w:val="004E7DAA"/>
    <w:rsid w:val="004E7DF5"/>
    <w:rsid w:val="004F02A8"/>
    <w:rsid w:val="004F0618"/>
    <w:rsid w:val="004F0E96"/>
    <w:rsid w:val="004F2191"/>
    <w:rsid w:val="004F6B77"/>
    <w:rsid w:val="004F6E64"/>
    <w:rsid w:val="004F6FBF"/>
    <w:rsid w:val="00500806"/>
    <w:rsid w:val="00500AB8"/>
    <w:rsid w:val="00500F67"/>
    <w:rsid w:val="005011F4"/>
    <w:rsid w:val="005013AB"/>
    <w:rsid w:val="00503A1C"/>
    <w:rsid w:val="00503B59"/>
    <w:rsid w:val="00504460"/>
    <w:rsid w:val="0050453B"/>
    <w:rsid w:val="005048DE"/>
    <w:rsid w:val="00504DAE"/>
    <w:rsid w:val="00506588"/>
    <w:rsid w:val="00506F1A"/>
    <w:rsid w:val="005111F8"/>
    <w:rsid w:val="00512044"/>
    <w:rsid w:val="00512D5A"/>
    <w:rsid w:val="00513B8B"/>
    <w:rsid w:val="005148AE"/>
    <w:rsid w:val="00514FD8"/>
    <w:rsid w:val="0051560D"/>
    <w:rsid w:val="00520E87"/>
    <w:rsid w:val="005212EE"/>
    <w:rsid w:val="0052200A"/>
    <w:rsid w:val="0052297D"/>
    <w:rsid w:val="00523B15"/>
    <w:rsid w:val="00524953"/>
    <w:rsid w:val="00524AFD"/>
    <w:rsid w:val="00525769"/>
    <w:rsid w:val="00525958"/>
    <w:rsid w:val="005262CE"/>
    <w:rsid w:val="005270A9"/>
    <w:rsid w:val="00531750"/>
    <w:rsid w:val="0053302D"/>
    <w:rsid w:val="005346A5"/>
    <w:rsid w:val="00534E9E"/>
    <w:rsid w:val="00536BAA"/>
    <w:rsid w:val="00536C2E"/>
    <w:rsid w:val="00536D3C"/>
    <w:rsid w:val="0053738A"/>
    <w:rsid w:val="00541040"/>
    <w:rsid w:val="00541DE6"/>
    <w:rsid w:val="005420DA"/>
    <w:rsid w:val="005433E7"/>
    <w:rsid w:val="00543CA3"/>
    <w:rsid w:val="00544829"/>
    <w:rsid w:val="00544E58"/>
    <w:rsid w:val="005456F9"/>
    <w:rsid w:val="00546B46"/>
    <w:rsid w:val="005514A8"/>
    <w:rsid w:val="005519D4"/>
    <w:rsid w:val="00551C5D"/>
    <w:rsid w:val="00551E6F"/>
    <w:rsid w:val="00551EE8"/>
    <w:rsid w:val="00551F4E"/>
    <w:rsid w:val="00552007"/>
    <w:rsid w:val="0055252D"/>
    <w:rsid w:val="005527D3"/>
    <w:rsid w:val="00553DBC"/>
    <w:rsid w:val="00555F41"/>
    <w:rsid w:val="0055660C"/>
    <w:rsid w:val="00556889"/>
    <w:rsid w:val="00556DEC"/>
    <w:rsid w:val="0055738F"/>
    <w:rsid w:val="00557C86"/>
    <w:rsid w:val="00557C89"/>
    <w:rsid w:val="00557E65"/>
    <w:rsid w:val="00560723"/>
    <w:rsid w:val="005607BE"/>
    <w:rsid w:val="00560E91"/>
    <w:rsid w:val="00560F13"/>
    <w:rsid w:val="00562890"/>
    <w:rsid w:val="00565189"/>
    <w:rsid w:val="0056571A"/>
    <w:rsid w:val="0056685A"/>
    <w:rsid w:val="00566D09"/>
    <w:rsid w:val="00567FE8"/>
    <w:rsid w:val="00570091"/>
    <w:rsid w:val="00570A79"/>
    <w:rsid w:val="005718D5"/>
    <w:rsid w:val="005720F1"/>
    <w:rsid w:val="00575C28"/>
    <w:rsid w:val="00575D25"/>
    <w:rsid w:val="00576749"/>
    <w:rsid w:val="00576C8F"/>
    <w:rsid w:val="00582269"/>
    <w:rsid w:val="00582853"/>
    <w:rsid w:val="00582FB3"/>
    <w:rsid w:val="00583EFB"/>
    <w:rsid w:val="00583F6E"/>
    <w:rsid w:val="00583F9A"/>
    <w:rsid w:val="005852BD"/>
    <w:rsid w:val="0058589C"/>
    <w:rsid w:val="00585C98"/>
    <w:rsid w:val="00586960"/>
    <w:rsid w:val="00586E38"/>
    <w:rsid w:val="00587A78"/>
    <w:rsid w:val="005901E4"/>
    <w:rsid w:val="00595A1C"/>
    <w:rsid w:val="005961DA"/>
    <w:rsid w:val="00596A9E"/>
    <w:rsid w:val="0059767D"/>
    <w:rsid w:val="00597734"/>
    <w:rsid w:val="005A0AD2"/>
    <w:rsid w:val="005A0BEC"/>
    <w:rsid w:val="005A124F"/>
    <w:rsid w:val="005A12B6"/>
    <w:rsid w:val="005A2365"/>
    <w:rsid w:val="005A2758"/>
    <w:rsid w:val="005A27BE"/>
    <w:rsid w:val="005A2BF6"/>
    <w:rsid w:val="005A3391"/>
    <w:rsid w:val="005A3DA8"/>
    <w:rsid w:val="005A459F"/>
    <w:rsid w:val="005A5A11"/>
    <w:rsid w:val="005A5ED5"/>
    <w:rsid w:val="005A61C7"/>
    <w:rsid w:val="005A66CA"/>
    <w:rsid w:val="005A6836"/>
    <w:rsid w:val="005B0228"/>
    <w:rsid w:val="005B2364"/>
    <w:rsid w:val="005B33DF"/>
    <w:rsid w:val="005B39CC"/>
    <w:rsid w:val="005B3BD0"/>
    <w:rsid w:val="005B40E5"/>
    <w:rsid w:val="005B42E5"/>
    <w:rsid w:val="005B492C"/>
    <w:rsid w:val="005B4CFB"/>
    <w:rsid w:val="005B5072"/>
    <w:rsid w:val="005B5082"/>
    <w:rsid w:val="005B5296"/>
    <w:rsid w:val="005B6DBE"/>
    <w:rsid w:val="005C03B7"/>
    <w:rsid w:val="005C0543"/>
    <w:rsid w:val="005C0A94"/>
    <w:rsid w:val="005C144B"/>
    <w:rsid w:val="005C16F8"/>
    <w:rsid w:val="005C1738"/>
    <w:rsid w:val="005C2029"/>
    <w:rsid w:val="005C5699"/>
    <w:rsid w:val="005C75A1"/>
    <w:rsid w:val="005C7CDB"/>
    <w:rsid w:val="005C7D07"/>
    <w:rsid w:val="005C7DAB"/>
    <w:rsid w:val="005D09E5"/>
    <w:rsid w:val="005D0F1B"/>
    <w:rsid w:val="005D0F6F"/>
    <w:rsid w:val="005D101B"/>
    <w:rsid w:val="005D1125"/>
    <w:rsid w:val="005D2517"/>
    <w:rsid w:val="005D2BE3"/>
    <w:rsid w:val="005D2D15"/>
    <w:rsid w:val="005D303F"/>
    <w:rsid w:val="005D3A4F"/>
    <w:rsid w:val="005D45CB"/>
    <w:rsid w:val="005D5E1F"/>
    <w:rsid w:val="005D7449"/>
    <w:rsid w:val="005D7C8E"/>
    <w:rsid w:val="005E071E"/>
    <w:rsid w:val="005E209F"/>
    <w:rsid w:val="005E2982"/>
    <w:rsid w:val="005E2DB9"/>
    <w:rsid w:val="005E2F76"/>
    <w:rsid w:val="005E3141"/>
    <w:rsid w:val="005E5118"/>
    <w:rsid w:val="005E5580"/>
    <w:rsid w:val="005E5975"/>
    <w:rsid w:val="005E5A3E"/>
    <w:rsid w:val="005E5C5C"/>
    <w:rsid w:val="005E702D"/>
    <w:rsid w:val="005E7674"/>
    <w:rsid w:val="005F00B6"/>
    <w:rsid w:val="005F064F"/>
    <w:rsid w:val="005F086F"/>
    <w:rsid w:val="005F1088"/>
    <w:rsid w:val="005F1E94"/>
    <w:rsid w:val="005F2041"/>
    <w:rsid w:val="005F2692"/>
    <w:rsid w:val="005F27A7"/>
    <w:rsid w:val="005F2E5B"/>
    <w:rsid w:val="005F3418"/>
    <w:rsid w:val="005F5283"/>
    <w:rsid w:val="005F5306"/>
    <w:rsid w:val="005F599C"/>
    <w:rsid w:val="005F5A1C"/>
    <w:rsid w:val="005F60D7"/>
    <w:rsid w:val="005F63A8"/>
    <w:rsid w:val="005F6BDE"/>
    <w:rsid w:val="005F7500"/>
    <w:rsid w:val="005F7522"/>
    <w:rsid w:val="0060138D"/>
    <w:rsid w:val="00602849"/>
    <w:rsid w:val="0060301A"/>
    <w:rsid w:val="00603C33"/>
    <w:rsid w:val="00604AC1"/>
    <w:rsid w:val="00604BC9"/>
    <w:rsid w:val="00604CB7"/>
    <w:rsid w:val="0060614D"/>
    <w:rsid w:val="006066FF"/>
    <w:rsid w:val="00607429"/>
    <w:rsid w:val="0061181D"/>
    <w:rsid w:val="006120B9"/>
    <w:rsid w:val="0061333A"/>
    <w:rsid w:val="006134D7"/>
    <w:rsid w:val="00614682"/>
    <w:rsid w:val="00615752"/>
    <w:rsid w:val="006161A6"/>
    <w:rsid w:val="0061711A"/>
    <w:rsid w:val="00617438"/>
    <w:rsid w:val="00617470"/>
    <w:rsid w:val="00621953"/>
    <w:rsid w:val="006221CC"/>
    <w:rsid w:val="00622939"/>
    <w:rsid w:val="00622A07"/>
    <w:rsid w:val="00623DAE"/>
    <w:rsid w:val="00625DAE"/>
    <w:rsid w:val="00626749"/>
    <w:rsid w:val="006269CC"/>
    <w:rsid w:val="006275B0"/>
    <w:rsid w:val="00627624"/>
    <w:rsid w:val="00627A4F"/>
    <w:rsid w:val="00627D98"/>
    <w:rsid w:val="00630D3F"/>
    <w:rsid w:val="006318D1"/>
    <w:rsid w:val="0063242F"/>
    <w:rsid w:val="00633684"/>
    <w:rsid w:val="00633C68"/>
    <w:rsid w:val="00636B3A"/>
    <w:rsid w:val="00636C0B"/>
    <w:rsid w:val="006411A7"/>
    <w:rsid w:val="006411EE"/>
    <w:rsid w:val="006420A1"/>
    <w:rsid w:val="00642892"/>
    <w:rsid w:val="006444A0"/>
    <w:rsid w:val="00646CC5"/>
    <w:rsid w:val="00651F10"/>
    <w:rsid w:val="00652A66"/>
    <w:rsid w:val="00652A8E"/>
    <w:rsid w:val="00653539"/>
    <w:rsid w:val="00653573"/>
    <w:rsid w:val="00653FA3"/>
    <w:rsid w:val="00654817"/>
    <w:rsid w:val="006550C7"/>
    <w:rsid w:val="00655628"/>
    <w:rsid w:val="00655EE9"/>
    <w:rsid w:val="0065737E"/>
    <w:rsid w:val="006602F7"/>
    <w:rsid w:val="0066085E"/>
    <w:rsid w:val="00660AC5"/>
    <w:rsid w:val="006617F8"/>
    <w:rsid w:val="006624A0"/>
    <w:rsid w:val="00662E94"/>
    <w:rsid w:val="006632AA"/>
    <w:rsid w:val="00663672"/>
    <w:rsid w:val="0066460D"/>
    <w:rsid w:val="00664710"/>
    <w:rsid w:val="00665213"/>
    <w:rsid w:val="00665446"/>
    <w:rsid w:val="006669CF"/>
    <w:rsid w:val="00666AFB"/>
    <w:rsid w:val="00667A20"/>
    <w:rsid w:val="00670694"/>
    <w:rsid w:val="0067097A"/>
    <w:rsid w:val="00670C6A"/>
    <w:rsid w:val="006710BE"/>
    <w:rsid w:val="00671C3D"/>
    <w:rsid w:val="00673AFE"/>
    <w:rsid w:val="00673F1A"/>
    <w:rsid w:val="0067411C"/>
    <w:rsid w:val="00674D2B"/>
    <w:rsid w:val="00675C3C"/>
    <w:rsid w:val="0067649E"/>
    <w:rsid w:val="006765C6"/>
    <w:rsid w:val="00676AFF"/>
    <w:rsid w:val="006810FE"/>
    <w:rsid w:val="006814E4"/>
    <w:rsid w:val="00682E6F"/>
    <w:rsid w:val="00683045"/>
    <w:rsid w:val="00684317"/>
    <w:rsid w:val="00684495"/>
    <w:rsid w:val="0068464C"/>
    <w:rsid w:val="00684690"/>
    <w:rsid w:val="00684FD4"/>
    <w:rsid w:val="006859D5"/>
    <w:rsid w:val="00685D35"/>
    <w:rsid w:val="00687999"/>
    <w:rsid w:val="00690D91"/>
    <w:rsid w:val="006918B9"/>
    <w:rsid w:val="00691B18"/>
    <w:rsid w:val="006939D5"/>
    <w:rsid w:val="00693C28"/>
    <w:rsid w:val="00693EEE"/>
    <w:rsid w:val="006947D6"/>
    <w:rsid w:val="0069529F"/>
    <w:rsid w:val="00695B87"/>
    <w:rsid w:val="00695F05"/>
    <w:rsid w:val="006963F9"/>
    <w:rsid w:val="006964FE"/>
    <w:rsid w:val="00696BD6"/>
    <w:rsid w:val="0069747B"/>
    <w:rsid w:val="006A052C"/>
    <w:rsid w:val="006A093B"/>
    <w:rsid w:val="006A0A92"/>
    <w:rsid w:val="006A12A9"/>
    <w:rsid w:val="006A23C3"/>
    <w:rsid w:val="006A2930"/>
    <w:rsid w:val="006A322B"/>
    <w:rsid w:val="006A3446"/>
    <w:rsid w:val="006A3B34"/>
    <w:rsid w:val="006A68F5"/>
    <w:rsid w:val="006A6DB9"/>
    <w:rsid w:val="006B06EE"/>
    <w:rsid w:val="006B0951"/>
    <w:rsid w:val="006B1DDC"/>
    <w:rsid w:val="006B241D"/>
    <w:rsid w:val="006B3600"/>
    <w:rsid w:val="006B4109"/>
    <w:rsid w:val="006B4151"/>
    <w:rsid w:val="006B47B9"/>
    <w:rsid w:val="006B6089"/>
    <w:rsid w:val="006B6298"/>
    <w:rsid w:val="006B65ED"/>
    <w:rsid w:val="006B6A47"/>
    <w:rsid w:val="006C00D8"/>
    <w:rsid w:val="006C0653"/>
    <w:rsid w:val="006C09E2"/>
    <w:rsid w:val="006C0A33"/>
    <w:rsid w:val="006C0BA3"/>
    <w:rsid w:val="006C0FEA"/>
    <w:rsid w:val="006C114D"/>
    <w:rsid w:val="006C1A43"/>
    <w:rsid w:val="006C28E0"/>
    <w:rsid w:val="006C2FFF"/>
    <w:rsid w:val="006C322C"/>
    <w:rsid w:val="006C41F0"/>
    <w:rsid w:val="006C5EE8"/>
    <w:rsid w:val="006C625B"/>
    <w:rsid w:val="006C65D8"/>
    <w:rsid w:val="006C71FD"/>
    <w:rsid w:val="006C734D"/>
    <w:rsid w:val="006C7D4A"/>
    <w:rsid w:val="006D18A6"/>
    <w:rsid w:val="006D34D6"/>
    <w:rsid w:val="006D4772"/>
    <w:rsid w:val="006D50FE"/>
    <w:rsid w:val="006D7B23"/>
    <w:rsid w:val="006E0F1B"/>
    <w:rsid w:val="006E2250"/>
    <w:rsid w:val="006E2696"/>
    <w:rsid w:val="006E27DE"/>
    <w:rsid w:val="006E3599"/>
    <w:rsid w:val="006E3645"/>
    <w:rsid w:val="006E43CA"/>
    <w:rsid w:val="006E54CD"/>
    <w:rsid w:val="006E5E76"/>
    <w:rsid w:val="006E63B7"/>
    <w:rsid w:val="006E74C5"/>
    <w:rsid w:val="006E7D5F"/>
    <w:rsid w:val="006F091D"/>
    <w:rsid w:val="006F111B"/>
    <w:rsid w:val="006F2E0C"/>
    <w:rsid w:val="006F40B1"/>
    <w:rsid w:val="006F464B"/>
    <w:rsid w:val="006F46A9"/>
    <w:rsid w:val="006F5348"/>
    <w:rsid w:val="006F5705"/>
    <w:rsid w:val="006F6428"/>
    <w:rsid w:val="006F7148"/>
    <w:rsid w:val="007009F1"/>
    <w:rsid w:val="00700C54"/>
    <w:rsid w:val="00700FD1"/>
    <w:rsid w:val="0070214C"/>
    <w:rsid w:val="007041A9"/>
    <w:rsid w:val="00704EDC"/>
    <w:rsid w:val="00705805"/>
    <w:rsid w:val="00705A41"/>
    <w:rsid w:val="00706386"/>
    <w:rsid w:val="007068DF"/>
    <w:rsid w:val="00706F96"/>
    <w:rsid w:val="00706F97"/>
    <w:rsid w:val="00707BEE"/>
    <w:rsid w:val="00710D5D"/>
    <w:rsid w:val="007118CF"/>
    <w:rsid w:val="0071263F"/>
    <w:rsid w:val="00712F66"/>
    <w:rsid w:val="0071320E"/>
    <w:rsid w:val="00713A85"/>
    <w:rsid w:val="00713B8F"/>
    <w:rsid w:val="00716BF4"/>
    <w:rsid w:val="00717780"/>
    <w:rsid w:val="00720902"/>
    <w:rsid w:val="00720D2A"/>
    <w:rsid w:val="0072124D"/>
    <w:rsid w:val="00721DB5"/>
    <w:rsid w:val="0072503C"/>
    <w:rsid w:val="00725D32"/>
    <w:rsid w:val="00726E28"/>
    <w:rsid w:val="00726E8C"/>
    <w:rsid w:val="007271A3"/>
    <w:rsid w:val="00730173"/>
    <w:rsid w:val="00731591"/>
    <w:rsid w:val="0073172A"/>
    <w:rsid w:val="0073218B"/>
    <w:rsid w:val="0073368A"/>
    <w:rsid w:val="0073369B"/>
    <w:rsid w:val="007336CE"/>
    <w:rsid w:val="007336E0"/>
    <w:rsid w:val="00734456"/>
    <w:rsid w:val="00734F52"/>
    <w:rsid w:val="00735536"/>
    <w:rsid w:val="007404FF"/>
    <w:rsid w:val="007412B3"/>
    <w:rsid w:val="00742248"/>
    <w:rsid w:val="007432D0"/>
    <w:rsid w:val="007436D1"/>
    <w:rsid w:val="007449F0"/>
    <w:rsid w:val="007453B2"/>
    <w:rsid w:val="00746E6E"/>
    <w:rsid w:val="007501EE"/>
    <w:rsid w:val="00750709"/>
    <w:rsid w:val="00751CC2"/>
    <w:rsid w:val="00752806"/>
    <w:rsid w:val="007540EF"/>
    <w:rsid w:val="00755712"/>
    <w:rsid w:val="007557EB"/>
    <w:rsid w:val="00755846"/>
    <w:rsid w:val="00756135"/>
    <w:rsid w:val="007561BF"/>
    <w:rsid w:val="00756359"/>
    <w:rsid w:val="00757BC9"/>
    <w:rsid w:val="00760013"/>
    <w:rsid w:val="00760830"/>
    <w:rsid w:val="007609ED"/>
    <w:rsid w:val="00761859"/>
    <w:rsid w:val="007618C3"/>
    <w:rsid w:val="007626CD"/>
    <w:rsid w:val="00762F12"/>
    <w:rsid w:val="007631D3"/>
    <w:rsid w:val="007652A5"/>
    <w:rsid w:val="00765F9D"/>
    <w:rsid w:val="0076632C"/>
    <w:rsid w:val="00766ABD"/>
    <w:rsid w:val="00767051"/>
    <w:rsid w:val="0076782C"/>
    <w:rsid w:val="00767B38"/>
    <w:rsid w:val="00767E3E"/>
    <w:rsid w:val="00770F16"/>
    <w:rsid w:val="00771162"/>
    <w:rsid w:val="00771E75"/>
    <w:rsid w:val="00773B2B"/>
    <w:rsid w:val="00773B7E"/>
    <w:rsid w:val="00774E5D"/>
    <w:rsid w:val="00775D01"/>
    <w:rsid w:val="007776F9"/>
    <w:rsid w:val="00777821"/>
    <w:rsid w:val="00777FEB"/>
    <w:rsid w:val="0078044E"/>
    <w:rsid w:val="00780843"/>
    <w:rsid w:val="00781A66"/>
    <w:rsid w:val="00781FDC"/>
    <w:rsid w:val="00782198"/>
    <w:rsid w:val="007822CB"/>
    <w:rsid w:val="007826F6"/>
    <w:rsid w:val="00782A29"/>
    <w:rsid w:val="007839CC"/>
    <w:rsid w:val="00783A25"/>
    <w:rsid w:val="00785AF8"/>
    <w:rsid w:val="00785C69"/>
    <w:rsid w:val="00786983"/>
    <w:rsid w:val="00787092"/>
    <w:rsid w:val="00787D2A"/>
    <w:rsid w:val="0079167C"/>
    <w:rsid w:val="00791F48"/>
    <w:rsid w:val="00792C2F"/>
    <w:rsid w:val="00793CB8"/>
    <w:rsid w:val="00794562"/>
    <w:rsid w:val="00795A4C"/>
    <w:rsid w:val="00795E07"/>
    <w:rsid w:val="00797C1B"/>
    <w:rsid w:val="00797F1F"/>
    <w:rsid w:val="007A08CD"/>
    <w:rsid w:val="007A14F8"/>
    <w:rsid w:val="007A1959"/>
    <w:rsid w:val="007A20D6"/>
    <w:rsid w:val="007A3F92"/>
    <w:rsid w:val="007A51DD"/>
    <w:rsid w:val="007A5B2A"/>
    <w:rsid w:val="007A6D37"/>
    <w:rsid w:val="007A7267"/>
    <w:rsid w:val="007A7AEB"/>
    <w:rsid w:val="007A7FF5"/>
    <w:rsid w:val="007B029F"/>
    <w:rsid w:val="007B19BF"/>
    <w:rsid w:val="007B202D"/>
    <w:rsid w:val="007B28B4"/>
    <w:rsid w:val="007B2F6B"/>
    <w:rsid w:val="007B328D"/>
    <w:rsid w:val="007B3F6A"/>
    <w:rsid w:val="007B4BE2"/>
    <w:rsid w:val="007B5073"/>
    <w:rsid w:val="007B6565"/>
    <w:rsid w:val="007B76E4"/>
    <w:rsid w:val="007C0137"/>
    <w:rsid w:val="007C04D8"/>
    <w:rsid w:val="007C06AF"/>
    <w:rsid w:val="007C0B7E"/>
    <w:rsid w:val="007C17E7"/>
    <w:rsid w:val="007C29BA"/>
    <w:rsid w:val="007C41CD"/>
    <w:rsid w:val="007C4AA3"/>
    <w:rsid w:val="007C51F7"/>
    <w:rsid w:val="007C62F9"/>
    <w:rsid w:val="007C631F"/>
    <w:rsid w:val="007C7285"/>
    <w:rsid w:val="007C73A9"/>
    <w:rsid w:val="007D10CB"/>
    <w:rsid w:val="007D13B0"/>
    <w:rsid w:val="007D1720"/>
    <w:rsid w:val="007D2D14"/>
    <w:rsid w:val="007D3124"/>
    <w:rsid w:val="007D3705"/>
    <w:rsid w:val="007D37A4"/>
    <w:rsid w:val="007D5594"/>
    <w:rsid w:val="007D5F35"/>
    <w:rsid w:val="007D6A8C"/>
    <w:rsid w:val="007D7F89"/>
    <w:rsid w:val="007E0BFE"/>
    <w:rsid w:val="007E1AD0"/>
    <w:rsid w:val="007E1C5F"/>
    <w:rsid w:val="007E43B3"/>
    <w:rsid w:val="007E451F"/>
    <w:rsid w:val="007E4CE5"/>
    <w:rsid w:val="007E4F36"/>
    <w:rsid w:val="007E503E"/>
    <w:rsid w:val="007E52F3"/>
    <w:rsid w:val="007E5736"/>
    <w:rsid w:val="007E653D"/>
    <w:rsid w:val="007E6724"/>
    <w:rsid w:val="007E675A"/>
    <w:rsid w:val="007E7675"/>
    <w:rsid w:val="007E7710"/>
    <w:rsid w:val="007F0167"/>
    <w:rsid w:val="007F2F84"/>
    <w:rsid w:val="007F3273"/>
    <w:rsid w:val="007F3453"/>
    <w:rsid w:val="007F37F7"/>
    <w:rsid w:val="007F3FCD"/>
    <w:rsid w:val="007F5D93"/>
    <w:rsid w:val="00800B67"/>
    <w:rsid w:val="00800F08"/>
    <w:rsid w:val="00800F0F"/>
    <w:rsid w:val="00801116"/>
    <w:rsid w:val="0080129D"/>
    <w:rsid w:val="0080141A"/>
    <w:rsid w:val="00801431"/>
    <w:rsid w:val="00801B4F"/>
    <w:rsid w:val="0080242E"/>
    <w:rsid w:val="00805744"/>
    <w:rsid w:val="00805E53"/>
    <w:rsid w:val="008068A5"/>
    <w:rsid w:val="008074E5"/>
    <w:rsid w:val="00810495"/>
    <w:rsid w:val="0081105A"/>
    <w:rsid w:val="0081238A"/>
    <w:rsid w:val="00812BC2"/>
    <w:rsid w:val="00812DBD"/>
    <w:rsid w:val="00813187"/>
    <w:rsid w:val="008133D1"/>
    <w:rsid w:val="00813D1D"/>
    <w:rsid w:val="008143E6"/>
    <w:rsid w:val="00815868"/>
    <w:rsid w:val="00816E53"/>
    <w:rsid w:val="00816F1C"/>
    <w:rsid w:val="00820129"/>
    <w:rsid w:val="00820D9D"/>
    <w:rsid w:val="00822783"/>
    <w:rsid w:val="0082342D"/>
    <w:rsid w:val="008237CF"/>
    <w:rsid w:val="00823AEF"/>
    <w:rsid w:val="00823C56"/>
    <w:rsid w:val="00824754"/>
    <w:rsid w:val="00826C6D"/>
    <w:rsid w:val="00826E8D"/>
    <w:rsid w:val="00827F74"/>
    <w:rsid w:val="008300AB"/>
    <w:rsid w:val="00830D17"/>
    <w:rsid w:val="00832289"/>
    <w:rsid w:val="00832738"/>
    <w:rsid w:val="00832E12"/>
    <w:rsid w:val="00832EED"/>
    <w:rsid w:val="00835521"/>
    <w:rsid w:val="00835602"/>
    <w:rsid w:val="0083561E"/>
    <w:rsid w:val="00837188"/>
    <w:rsid w:val="00837581"/>
    <w:rsid w:val="00840D97"/>
    <w:rsid w:val="008439E5"/>
    <w:rsid w:val="0084435C"/>
    <w:rsid w:val="00844A3B"/>
    <w:rsid w:val="00845AA3"/>
    <w:rsid w:val="00845CD5"/>
    <w:rsid w:val="00845DE8"/>
    <w:rsid w:val="00845F3B"/>
    <w:rsid w:val="008464C6"/>
    <w:rsid w:val="00846B13"/>
    <w:rsid w:val="00847FB3"/>
    <w:rsid w:val="008508A1"/>
    <w:rsid w:val="00850DD0"/>
    <w:rsid w:val="008510F7"/>
    <w:rsid w:val="00851E75"/>
    <w:rsid w:val="008521C3"/>
    <w:rsid w:val="008527B1"/>
    <w:rsid w:val="00852D37"/>
    <w:rsid w:val="00852D3B"/>
    <w:rsid w:val="00852E85"/>
    <w:rsid w:val="008533F0"/>
    <w:rsid w:val="008538D4"/>
    <w:rsid w:val="00854EDD"/>
    <w:rsid w:val="008578E1"/>
    <w:rsid w:val="00857F7F"/>
    <w:rsid w:val="008602AC"/>
    <w:rsid w:val="00861159"/>
    <w:rsid w:val="008614BC"/>
    <w:rsid w:val="00861E79"/>
    <w:rsid w:val="008620C2"/>
    <w:rsid w:val="00862636"/>
    <w:rsid w:val="008648B2"/>
    <w:rsid w:val="00864933"/>
    <w:rsid w:val="00864BFC"/>
    <w:rsid w:val="00865ABD"/>
    <w:rsid w:val="00866320"/>
    <w:rsid w:val="008668B8"/>
    <w:rsid w:val="0086694C"/>
    <w:rsid w:val="00866D46"/>
    <w:rsid w:val="0087017F"/>
    <w:rsid w:val="00870A04"/>
    <w:rsid w:val="00870E82"/>
    <w:rsid w:val="00871ABA"/>
    <w:rsid w:val="0087255B"/>
    <w:rsid w:val="008759F0"/>
    <w:rsid w:val="00875EF0"/>
    <w:rsid w:val="0087656F"/>
    <w:rsid w:val="00876778"/>
    <w:rsid w:val="00876E0F"/>
    <w:rsid w:val="00876EB5"/>
    <w:rsid w:val="00877609"/>
    <w:rsid w:val="00877CC0"/>
    <w:rsid w:val="008812F6"/>
    <w:rsid w:val="00881BA0"/>
    <w:rsid w:val="00881BE5"/>
    <w:rsid w:val="00882310"/>
    <w:rsid w:val="0088402C"/>
    <w:rsid w:val="00885891"/>
    <w:rsid w:val="008871D3"/>
    <w:rsid w:val="008874E8"/>
    <w:rsid w:val="00887B50"/>
    <w:rsid w:val="00887DBB"/>
    <w:rsid w:val="00891D42"/>
    <w:rsid w:val="00892257"/>
    <w:rsid w:val="00894A19"/>
    <w:rsid w:val="00894F3E"/>
    <w:rsid w:val="008955BD"/>
    <w:rsid w:val="00896766"/>
    <w:rsid w:val="00897831"/>
    <w:rsid w:val="00897A9B"/>
    <w:rsid w:val="00897F35"/>
    <w:rsid w:val="008A0176"/>
    <w:rsid w:val="008A0BE4"/>
    <w:rsid w:val="008A18FC"/>
    <w:rsid w:val="008A1E67"/>
    <w:rsid w:val="008A2B0F"/>
    <w:rsid w:val="008A2D71"/>
    <w:rsid w:val="008A5115"/>
    <w:rsid w:val="008A511D"/>
    <w:rsid w:val="008A53CF"/>
    <w:rsid w:val="008A711F"/>
    <w:rsid w:val="008A745C"/>
    <w:rsid w:val="008B007C"/>
    <w:rsid w:val="008B089F"/>
    <w:rsid w:val="008B0963"/>
    <w:rsid w:val="008B0F2A"/>
    <w:rsid w:val="008B2462"/>
    <w:rsid w:val="008B2799"/>
    <w:rsid w:val="008B5052"/>
    <w:rsid w:val="008B57FC"/>
    <w:rsid w:val="008B6258"/>
    <w:rsid w:val="008B6EE5"/>
    <w:rsid w:val="008B70A6"/>
    <w:rsid w:val="008B7544"/>
    <w:rsid w:val="008B7C44"/>
    <w:rsid w:val="008B7F3A"/>
    <w:rsid w:val="008C040D"/>
    <w:rsid w:val="008C0EF4"/>
    <w:rsid w:val="008C132A"/>
    <w:rsid w:val="008C37D2"/>
    <w:rsid w:val="008C4589"/>
    <w:rsid w:val="008C4D73"/>
    <w:rsid w:val="008C612A"/>
    <w:rsid w:val="008C643F"/>
    <w:rsid w:val="008C6E85"/>
    <w:rsid w:val="008C700B"/>
    <w:rsid w:val="008C7B60"/>
    <w:rsid w:val="008C7CDE"/>
    <w:rsid w:val="008D1141"/>
    <w:rsid w:val="008D1202"/>
    <w:rsid w:val="008D16EF"/>
    <w:rsid w:val="008D2516"/>
    <w:rsid w:val="008D2820"/>
    <w:rsid w:val="008D37E4"/>
    <w:rsid w:val="008D5512"/>
    <w:rsid w:val="008D6D0A"/>
    <w:rsid w:val="008D7DCB"/>
    <w:rsid w:val="008E0759"/>
    <w:rsid w:val="008E0C1A"/>
    <w:rsid w:val="008E10D1"/>
    <w:rsid w:val="008E1BFE"/>
    <w:rsid w:val="008E23D8"/>
    <w:rsid w:val="008E266F"/>
    <w:rsid w:val="008E279C"/>
    <w:rsid w:val="008E328F"/>
    <w:rsid w:val="008E3369"/>
    <w:rsid w:val="008E4BF4"/>
    <w:rsid w:val="008E4C54"/>
    <w:rsid w:val="008E556D"/>
    <w:rsid w:val="008E61F7"/>
    <w:rsid w:val="008E7DB3"/>
    <w:rsid w:val="008E7ED8"/>
    <w:rsid w:val="008F002B"/>
    <w:rsid w:val="008F008C"/>
    <w:rsid w:val="008F00BF"/>
    <w:rsid w:val="008F01E0"/>
    <w:rsid w:val="008F0654"/>
    <w:rsid w:val="008F0945"/>
    <w:rsid w:val="008F1316"/>
    <w:rsid w:val="008F2463"/>
    <w:rsid w:val="008F27A5"/>
    <w:rsid w:val="008F3436"/>
    <w:rsid w:val="008F3A4B"/>
    <w:rsid w:val="008F3EA0"/>
    <w:rsid w:val="008F4AC8"/>
    <w:rsid w:val="008F5415"/>
    <w:rsid w:val="008F5765"/>
    <w:rsid w:val="008F656C"/>
    <w:rsid w:val="008F74D5"/>
    <w:rsid w:val="00900566"/>
    <w:rsid w:val="0090166E"/>
    <w:rsid w:val="0090182B"/>
    <w:rsid w:val="0090200E"/>
    <w:rsid w:val="0090223C"/>
    <w:rsid w:val="00902505"/>
    <w:rsid w:val="00903E52"/>
    <w:rsid w:val="009043D1"/>
    <w:rsid w:val="00904D2A"/>
    <w:rsid w:val="00904D63"/>
    <w:rsid w:val="009063CD"/>
    <w:rsid w:val="00910E9B"/>
    <w:rsid w:val="00911032"/>
    <w:rsid w:val="00911109"/>
    <w:rsid w:val="0091130B"/>
    <w:rsid w:val="009115B9"/>
    <w:rsid w:val="00912672"/>
    <w:rsid w:val="00912C2C"/>
    <w:rsid w:val="00913549"/>
    <w:rsid w:val="00913C05"/>
    <w:rsid w:val="00913D16"/>
    <w:rsid w:val="00913ED0"/>
    <w:rsid w:val="0091487B"/>
    <w:rsid w:val="00914D7E"/>
    <w:rsid w:val="00914F4E"/>
    <w:rsid w:val="0091532A"/>
    <w:rsid w:val="009156D3"/>
    <w:rsid w:val="00916F2B"/>
    <w:rsid w:val="0091748D"/>
    <w:rsid w:val="00917957"/>
    <w:rsid w:val="00917AA8"/>
    <w:rsid w:val="00920265"/>
    <w:rsid w:val="00920DF5"/>
    <w:rsid w:val="00921162"/>
    <w:rsid w:val="00921186"/>
    <w:rsid w:val="009211C1"/>
    <w:rsid w:val="009218AA"/>
    <w:rsid w:val="00921F79"/>
    <w:rsid w:val="00924851"/>
    <w:rsid w:val="0092551C"/>
    <w:rsid w:val="0092696D"/>
    <w:rsid w:val="00926A40"/>
    <w:rsid w:val="0092764B"/>
    <w:rsid w:val="009302C1"/>
    <w:rsid w:val="00930340"/>
    <w:rsid w:val="00930961"/>
    <w:rsid w:val="00930EC8"/>
    <w:rsid w:val="00931AF2"/>
    <w:rsid w:val="00931B2E"/>
    <w:rsid w:val="00936D5C"/>
    <w:rsid w:val="009374CB"/>
    <w:rsid w:val="00940AC1"/>
    <w:rsid w:val="0094172D"/>
    <w:rsid w:val="00941EA9"/>
    <w:rsid w:val="00941FE4"/>
    <w:rsid w:val="00942C07"/>
    <w:rsid w:val="00942C5B"/>
    <w:rsid w:val="009435C3"/>
    <w:rsid w:val="00945BA7"/>
    <w:rsid w:val="00945BCC"/>
    <w:rsid w:val="0094636C"/>
    <w:rsid w:val="009468C6"/>
    <w:rsid w:val="009503EF"/>
    <w:rsid w:val="009505BF"/>
    <w:rsid w:val="0095072F"/>
    <w:rsid w:val="00956631"/>
    <w:rsid w:val="009569DD"/>
    <w:rsid w:val="00957F24"/>
    <w:rsid w:val="0096033A"/>
    <w:rsid w:val="009604D0"/>
    <w:rsid w:val="009618E9"/>
    <w:rsid w:val="00962668"/>
    <w:rsid w:val="009626F8"/>
    <w:rsid w:val="00962BDA"/>
    <w:rsid w:val="009639B5"/>
    <w:rsid w:val="009642C7"/>
    <w:rsid w:val="009646B9"/>
    <w:rsid w:val="00964C50"/>
    <w:rsid w:val="00964F45"/>
    <w:rsid w:val="00966C06"/>
    <w:rsid w:val="00967829"/>
    <w:rsid w:val="00967CF9"/>
    <w:rsid w:val="00970FA9"/>
    <w:rsid w:val="009711CA"/>
    <w:rsid w:val="00971200"/>
    <w:rsid w:val="00971B10"/>
    <w:rsid w:val="00972209"/>
    <w:rsid w:val="009729A6"/>
    <w:rsid w:val="00973290"/>
    <w:rsid w:val="00973A5E"/>
    <w:rsid w:val="0097472D"/>
    <w:rsid w:val="00974CB3"/>
    <w:rsid w:val="00975902"/>
    <w:rsid w:val="00975A7D"/>
    <w:rsid w:val="009770E9"/>
    <w:rsid w:val="009808DE"/>
    <w:rsid w:val="0098198E"/>
    <w:rsid w:val="009820C6"/>
    <w:rsid w:val="00982356"/>
    <w:rsid w:val="00982DF0"/>
    <w:rsid w:val="00982F10"/>
    <w:rsid w:val="009838E0"/>
    <w:rsid w:val="00983AB1"/>
    <w:rsid w:val="00983EC4"/>
    <w:rsid w:val="00984E4E"/>
    <w:rsid w:val="00985593"/>
    <w:rsid w:val="00986AC1"/>
    <w:rsid w:val="0099004C"/>
    <w:rsid w:val="009913DA"/>
    <w:rsid w:val="00991964"/>
    <w:rsid w:val="009919AB"/>
    <w:rsid w:val="009921CF"/>
    <w:rsid w:val="009922AB"/>
    <w:rsid w:val="009927AE"/>
    <w:rsid w:val="0099321C"/>
    <w:rsid w:val="00993366"/>
    <w:rsid w:val="00994B79"/>
    <w:rsid w:val="00995184"/>
    <w:rsid w:val="009956C5"/>
    <w:rsid w:val="009969F8"/>
    <w:rsid w:val="00996BC7"/>
    <w:rsid w:val="00996EEA"/>
    <w:rsid w:val="00997098"/>
    <w:rsid w:val="0099728B"/>
    <w:rsid w:val="009A15D6"/>
    <w:rsid w:val="009A187D"/>
    <w:rsid w:val="009A3463"/>
    <w:rsid w:val="009A46F0"/>
    <w:rsid w:val="009A4F48"/>
    <w:rsid w:val="009A5269"/>
    <w:rsid w:val="009A52D6"/>
    <w:rsid w:val="009A531E"/>
    <w:rsid w:val="009A5407"/>
    <w:rsid w:val="009A54DC"/>
    <w:rsid w:val="009A611A"/>
    <w:rsid w:val="009A6B8C"/>
    <w:rsid w:val="009A6BE5"/>
    <w:rsid w:val="009A7096"/>
    <w:rsid w:val="009A73B3"/>
    <w:rsid w:val="009B0A35"/>
    <w:rsid w:val="009B1597"/>
    <w:rsid w:val="009B181F"/>
    <w:rsid w:val="009B23A5"/>
    <w:rsid w:val="009B2427"/>
    <w:rsid w:val="009B3008"/>
    <w:rsid w:val="009B4152"/>
    <w:rsid w:val="009B52F0"/>
    <w:rsid w:val="009B7240"/>
    <w:rsid w:val="009C02D8"/>
    <w:rsid w:val="009C353E"/>
    <w:rsid w:val="009C7062"/>
    <w:rsid w:val="009C78D8"/>
    <w:rsid w:val="009D0EFD"/>
    <w:rsid w:val="009D140C"/>
    <w:rsid w:val="009D1D35"/>
    <w:rsid w:val="009D2B38"/>
    <w:rsid w:val="009D306D"/>
    <w:rsid w:val="009D3D22"/>
    <w:rsid w:val="009D455E"/>
    <w:rsid w:val="009D52D9"/>
    <w:rsid w:val="009D659D"/>
    <w:rsid w:val="009D74FA"/>
    <w:rsid w:val="009D7EDE"/>
    <w:rsid w:val="009D7F0F"/>
    <w:rsid w:val="009D7F23"/>
    <w:rsid w:val="009E0D74"/>
    <w:rsid w:val="009E108D"/>
    <w:rsid w:val="009E2AF2"/>
    <w:rsid w:val="009E3E37"/>
    <w:rsid w:val="009E53E2"/>
    <w:rsid w:val="009E56E8"/>
    <w:rsid w:val="009E5C4B"/>
    <w:rsid w:val="009E6639"/>
    <w:rsid w:val="009E72F9"/>
    <w:rsid w:val="009F0167"/>
    <w:rsid w:val="009F043A"/>
    <w:rsid w:val="009F058D"/>
    <w:rsid w:val="009F0C5E"/>
    <w:rsid w:val="009F151E"/>
    <w:rsid w:val="009F4B32"/>
    <w:rsid w:val="009F4FAA"/>
    <w:rsid w:val="009F68B4"/>
    <w:rsid w:val="009F6B88"/>
    <w:rsid w:val="009F794F"/>
    <w:rsid w:val="00A011B5"/>
    <w:rsid w:val="00A016AE"/>
    <w:rsid w:val="00A01828"/>
    <w:rsid w:val="00A032E7"/>
    <w:rsid w:val="00A037B1"/>
    <w:rsid w:val="00A0536B"/>
    <w:rsid w:val="00A05847"/>
    <w:rsid w:val="00A05857"/>
    <w:rsid w:val="00A05DB0"/>
    <w:rsid w:val="00A0674F"/>
    <w:rsid w:val="00A06A26"/>
    <w:rsid w:val="00A07E96"/>
    <w:rsid w:val="00A109ED"/>
    <w:rsid w:val="00A11003"/>
    <w:rsid w:val="00A11007"/>
    <w:rsid w:val="00A11166"/>
    <w:rsid w:val="00A116B8"/>
    <w:rsid w:val="00A13679"/>
    <w:rsid w:val="00A14A92"/>
    <w:rsid w:val="00A14AF5"/>
    <w:rsid w:val="00A1548C"/>
    <w:rsid w:val="00A16E3A"/>
    <w:rsid w:val="00A1781F"/>
    <w:rsid w:val="00A17C67"/>
    <w:rsid w:val="00A2006A"/>
    <w:rsid w:val="00A2070B"/>
    <w:rsid w:val="00A21316"/>
    <w:rsid w:val="00A21333"/>
    <w:rsid w:val="00A21C71"/>
    <w:rsid w:val="00A21F5E"/>
    <w:rsid w:val="00A23035"/>
    <w:rsid w:val="00A2348E"/>
    <w:rsid w:val="00A244D2"/>
    <w:rsid w:val="00A2481E"/>
    <w:rsid w:val="00A248C9"/>
    <w:rsid w:val="00A26194"/>
    <w:rsid w:val="00A26871"/>
    <w:rsid w:val="00A26A14"/>
    <w:rsid w:val="00A27C40"/>
    <w:rsid w:val="00A27C55"/>
    <w:rsid w:val="00A30437"/>
    <w:rsid w:val="00A30573"/>
    <w:rsid w:val="00A31FC6"/>
    <w:rsid w:val="00A321D1"/>
    <w:rsid w:val="00A32E42"/>
    <w:rsid w:val="00A33DCE"/>
    <w:rsid w:val="00A34A03"/>
    <w:rsid w:val="00A362F9"/>
    <w:rsid w:val="00A36953"/>
    <w:rsid w:val="00A40A7D"/>
    <w:rsid w:val="00A44368"/>
    <w:rsid w:val="00A448C9"/>
    <w:rsid w:val="00A44A9B"/>
    <w:rsid w:val="00A47BEF"/>
    <w:rsid w:val="00A52611"/>
    <w:rsid w:val="00A52813"/>
    <w:rsid w:val="00A52AF0"/>
    <w:rsid w:val="00A53D28"/>
    <w:rsid w:val="00A53F4E"/>
    <w:rsid w:val="00A542D9"/>
    <w:rsid w:val="00A5455A"/>
    <w:rsid w:val="00A55518"/>
    <w:rsid w:val="00A55987"/>
    <w:rsid w:val="00A55C9B"/>
    <w:rsid w:val="00A563F2"/>
    <w:rsid w:val="00A565D9"/>
    <w:rsid w:val="00A568C3"/>
    <w:rsid w:val="00A569DB"/>
    <w:rsid w:val="00A5751E"/>
    <w:rsid w:val="00A60888"/>
    <w:rsid w:val="00A61009"/>
    <w:rsid w:val="00A61649"/>
    <w:rsid w:val="00A61834"/>
    <w:rsid w:val="00A61921"/>
    <w:rsid w:val="00A61DAE"/>
    <w:rsid w:val="00A62DE3"/>
    <w:rsid w:val="00A638C4"/>
    <w:rsid w:val="00A65C99"/>
    <w:rsid w:val="00A65D14"/>
    <w:rsid w:val="00A675C7"/>
    <w:rsid w:val="00A67801"/>
    <w:rsid w:val="00A67973"/>
    <w:rsid w:val="00A67B69"/>
    <w:rsid w:val="00A7018F"/>
    <w:rsid w:val="00A70842"/>
    <w:rsid w:val="00A7190B"/>
    <w:rsid w:val="00A73C44"/>
    <w:rsid w:val="00A7633C"/>
    <w:rsid w:val="00A76643"/>
    <w:rsid w:val="00A77535"/>
    <w:rsid w:val="00A77682"/>
    <w:rsid w:val="00A80FB9"/>
    <w:rsid w:val="00A82624"/>
    <w:rsid w:val="00A82655"/>
    <w:rsid w:val="00A8267B"/>
    <w:rsid w:val="00A827D2"/>
    <w:rsid w:val="00A829A9"/>
    <w:rsid w:val="00A84281"/>
    <w:rsid w:val="00A84B10"/>
    <w:rsid w:val="00A851C9"/>
    <w:rsid w:val="00A85DB5"/>
    <w:rsid w:val="00A85E5D"/>
    <w:rsid w:val="00A85EEE"/>
    <w:rsid w:val="00A863C4"/>
    <w:rsid w:val="00A86577"/>
    <w:rsid w:val="00A875A5"/>
    <w:rsid w:val="00A909AF"/>
    <w:rsid w:val="00A92139"/>
    <w:rsid w:val="00A926FB"/>
    <w:rsid w:val="00A9277F"/>
    <w:rsid w:val="00A93712"/>
    <w:rsid w:val="00A93B0C"/>
    <w:rsid w:val="00A94486"/>
    <w:rsid w:val="00A94C31"/>
    <w:rsid w:val="00A95586"/>
    <w:rsid w:val="00A95940"/>
    <w:rsid w:val="00A95A02"/>
    <w:rsid w:val="00A95F92"/>
    <w:rsid w:val="00A9644F"/>
    <w:rsid w:val="00A96730"/>
    <w:rsid w:val="00A96E3B"/>
    <w:rsid w:val="00A97249"/>
    <w:rsid w:val="00A978B4"/>
    <w:rsid w:val="00A97E4D"/>
    <w:rsid w:val="00AA0260"/>
    <w:rsid w:val="00AA0EF4"/>
    <w:rsid w:val="00AA2EC7"/>
    <w:rsid w:val="00AA32BB"/>
    <w:rsid w:val="00AA6170"/>
    <w:rsid w:val="00AA6A65"/>
    <w:rsid w:val="00AA775C"/>
    <w:rsid w:val="00AB0C0F"/>
    <w:rsid w:val="00AB0E77"/>
    <w:rsid w:val="00AB12FE"/>
    <w:rsid w:val="00AB1388"/>
    <w:rsid w:val="00AB1A43"/>
    <w:rsid w:val="00AB1C22"/>
    <w:rsid w:val="00AB1EDF"/>
    <w:rsid w:val="00AB3231"/>
    <w:rsid w:val="00AB3916"/>
    <w:rsid w:val="00AB51ED"/>
    <w:rsid w:val="00AB7BF8"/>
    <w:rsid w:val="00AB7ED9"/>
    <w:rsid w:val="00AC08D4"/>
    <w:rsid w:val="00AC08FD"/>
    <w:rsid w:val="00AC138D"/>
    <w:rsid w:val="00AC1B64"/>
    <w:rsid w:val="00AC26BF"/>
    <w:rsid w:val="00AC27DC"/>
    <w:rsid w:val="00AC2870"/>
    <w:rsid w:val="00AC2FEF"/>
    <w:rsid w:val="00AC3730"/>
    <w:rsid w:val="00AC4541"/>
    <w:rsid w:val="00AC52B7"/>
    <w:rsid w:val="00AC6059"/>
    <w:rsid w:val="00AC6453"/>
    <w:rsid w:val="00AC79D5"/>
    <w:rsid w:val="00AD1279"/>
    <w:rsid w:val="00AD170C"/>
    <w:rsid w:val="00AD29AF"/>
    <w:rsid w:val="00AD2DB4"/>
    <w:rsid w:val="00AD319E"/>
    <w:rsid w:val="00AD3BEE"/>
    <w:rsid w:val="00AD421E"/>
    <w:rsid w:val="00AD44F2"/>
    <w:rsid w:val="00AD547A"/>
    <w:rsid w:val="00AD7629"/>
    <w:rsid w:val="00AE079B"/>
    <w:rsid w:val="00AE07A4"/>
    <w:rsid w:val="00AE090E"/>
    <w:rsid w:val="00AE0FD1"/>
    <w:rsid w:val="00AE1C94"/>
    <w:rsid w:val="00AE1D38"/>
    <w:rsid w:val="00AE1D59"/>
    <w:rsid w:val="00AE223D"/>
    <w:rsid w:val="00AE2252"/>
    <w:rsid w:val="00AE2E32"/>
    <w:rsid w:val="00AE3C29"/>
    <w:rsid w:val="00AE3EE9"/>
    <w:rsid w:val="00AE403A"/>
    <w:rsid w:val="00AE48FB"/>
    <w:rsid w:val="00AE55FA"/>
    <w:rsid w:val="00AE684E"/>
    <w:rsid w:val="00AE70BC"/>
    <w:rsid w:val="00AE7C3E"/>
    <w:rsid w:val="00AE7EED"/>
    <w:rsid w:val="00AF0915"/>
    <w:rsid w:val="00AF1D0D"/>
    <w:rsid w:val="00AF2553"/>
    <w:rsid w:val="00AF2981"/>
    <w:rsid w:val="00AF2BE4"/>
    <w:rsid w:val="00AF3373"/>
    <w:rsid w:val="00AF3D9F"/>
    <w:rsid w:val="00AF3F8D"/>
    <w:rsid w:val="00AF4C5C"/>
    <w:rsid w:val="00AF5967"/>
    <w:rsid w:val="00AF5DCB"/>
    <w:rsid w:val="00AF6639"/>
    <w:rsid w:val="00AF6C9B"/>
    <w:rsid w:val="00AF785E"/>
    <w:rsid w:val="00B00378"/>
    <w:rsid w:val="00B015FD"/>
    <w:rsid w:val="00B0206A"/>
    <w:rsid w:val="00B033AB"/>
    <w:rsid w:val="00B03493"/>
    <w:rsid w:val="00B0411C"/>
    <w:rsid w:val="00B045F8"/>
    <w:rsid w:val="00B04637"/>
    <w:rsid w:val="00B04CA4"/>
    <w:rsid w:val="00B101B1"/>
    <w:rsid w:val="00B10CA8"/>
    <w:rsid w:val="00B11231"/>
    <w:rsid w:val="00B11827"/>
    <w:rsid w:val="00B133EF"/>
    <w:rsid w:val="00B145C6"/>
    <w:rsid w:val="00B16002"/>
    <w:rsid w:val="00B16276"/>
    <w:rsid w:val="00B16953"/>
    <w:rsid w:val="00B1785C"/>
    <w:rsid w:val="00B208B9"/>
    <w:rsid w:val="00B210D9"/>
    <w:rsid w:val="00B21C34"/>
    <w:rsid w:val="00B222CB"/>
    <w:rsid w:val="00B22486"/>
    <w:rsid w:val="00B23294"/>
    <w:rsid w:val="00B242DD"/>
    <w:rsid w:val="00B300B4"/>
    <w:rsid w:val="00B300F5"/>
    <w:rsid w:val="00B30CFB"/>
    <w:rsid w:val="00B310D3"/>
    <w:rsid w:val="00B31D73"/>
    <w:rsid w:val="00B32991"/>
    <w:rsid w:val="00B33267"/>
    <w:rsid w:val="00B34886"/>
    <w:rsid w:val="00B3610F"/>
    <w:rsid w:val="00B41571"/>
    <w:rsid w:val="00B433EB"/>
    <w:rsid w:val="00B44FA6"/>
    <w:rsid w:val="00B4590C"/>
    <w:rsid w:val="00B4634A"/>
    <w:rsid w:val="00B46DD5"/>
    <w:rsid w:val="00B46E2E"/>
    <w:rsid w:val="00B47591"/>
    <w:rsid w:val="00B47B14"/>
    <w:rsid w:val="00B47B86"/>
    <w:rsid w:val="00B47FEA"/>
    <w:rsid w:val="00B50128"/>
    <w:rsid w:val="00B502B1"/>
    <w:rsid w:val="00B50C71"/>
    <w:rsid w:val="00B51A22"/>
    <w:rsid w:val="00B529D1"/>
    <w:rsid w:val="00B54004"/>
    <w:rsid w:val="00B573CE"/>
    <w:rsid w:val="00B601C2"/>
    <w:rsid w:val="00B60DC4"/>
    <w:rsid w:val="00B614CE"/>
    <w:rsid w:val="00B625E4"/>
    <w:rsid w:val="00B63909"/>
    <w:rsid w:val="00B65EF2"/>
    <w:rsid w:val="00B66552"/>
    <w:rsid w:val="00B67200"/>
    <w:rsid w:val="00B72C18"/>
    <w:rsid w:val="00B72E7A"/>
    <w:rsid w:val="00B73A19"/>
    <w:rsid w:val="00B73CF1"/>
    <w:rsid w:val="00B745D6"/>
    <w:rsid w:val="00B74D86"/>
    <w:rsid w:val="00B75101"/>
    <w:rsid w:val="00B75B36"/>
    <w:rsid w:val="00B75F84"/>
    <w:rsid w:val="00B75F9F"/>
    <w:rsid w:val="00B75FC9"/>
    <w:rsid w:val="00B779CE"/>
    <w:rsid w:val="00B77A4B"/>
    <w:rsid w:val="00B77C46"/>
    <w:rsid w:val="00B804D8"/>
    <w:rsid w:val="00B81C5F"/>
    <w:rsid w:val="00B83081"/>
    <w:rsid w:val="00B83410"/>
    <w:rsid w:val="00B83559"/>
    <w:rsid w:val="00B83BD3"/>
    <w:rsid w:val="00B87678"/>
    <w:rsid w:val="00B877B1"/>
    <w:rsid w:val="00B87A4A"/>
    <w:rsid w:val="00B90993"/>
    <w:rsid w:val="00B90E66"/>
    <w:rsid w:val="00B90FD9"/>
    <w:rsid w:val="00B940F4"/>
    <w:rsid w:val="00B9531F"/>
    <w:rsid w:val="00B97659"/>
    <w:rsid w:val="00B97761"/>
    <w:rsid w:val="00BA0069"/>
    <w:rsid w:val="00BA09FF"/>
    <w:rsid w:val="00BA0B3C"/>
    <w:rsid w:val="00BA0E60"/>
    <w:rsid w:val="00BA0EB4"/>
    <w:rsid w:val="00BA22EE"/>
    <w:rsid w:val="00BA2D42"/>
    <w:rsid w:val="00BA3048"/>
    <w:rsid w:val="00BA323E"/>
    <w:rsid w:val="00BA57C9"/>
    <w:rsid w:val="00BA7A84"/>
    <w:rsid w:val="00BA7DA1"/>
    <w:rsid w:val="00BA7E58"/>
    <w:rsid w:val="00BB1452"/>
    <w:rsid w:val="00BB2293"/>
    <w:rsid w:val="00BB3450"/>
    <w:rsid w:val="00BB433A"/>
    <w:rsid w:val="00BB513A"/>
    <w:rsid w:val="00BB552D"/>
    <w:rsid w:val="00BB7467"/>
    <w:rsid w:val="00BB7851"/>
    <w:rsid w:val="00BB7ECC"/>
    <w:rsid w:val="00BB7F35"/>
    <w:rsid w:val="00BC1254"/>
    <w:rsid w:val="00BC12A3"/>
    <w:rsid w:val="00BC1C2D"/>
    <w:rsid w:val="00BC2354"/>
    <w:rsid w:val="00BC265E"/>
    <w:rsid w:val="00BC2EAE"/>
    <w:rsid w:val="00BC3640"/>
    <w:rsid w:val="00BC3D7E"/>
    <w:rsid w:val="00BC4794"/>
    <w:rsid w:val="00BC4FBF"/>
    <w:rsid w:val="00BC56BA"/>
    <w:rsid w:val="00BC56F5"/>
    <w:rsid w:val="00BC5765"/>
    <w:rsid w:val="00BC5C4D"/>
    <w:rsid w:val="00BC6009"/>
    <w:rsid w:val="00BC60D1"/>
    <w:rsid w:val="00BC6347"/>
    <w:rsid w:val="00BC645B"/>
    <w:rsid w:val="00BC647A"/>
    <w:rsid w:val="00BC7788"/>
    <w:rsid w:val="00BC78A4"/>
    <w:rsid w:val="00BC7BA2"/>
    <w:rsid w:val="00BC7EA5"/>
    <w:rsid w:val="00BD071E"/>
    <w:rsid w:val="00BD081C"/>
    <w:rsid w:val="00BD1397"/>
    <w:rsid w:val="00BD33C9"/>
    <w:rsid w:val="00BD40F0"/>
    <w:rsid w:val="00BD57D1"/>
    <w:rsid w:val="00BD5905"/>
    <w:rsid w:val="00BD5CA9"/>
    <w:rsid w:val="00BD6A36"/>
    <w:rsid w:val="00BD7194"/>
    <w:rsid w:val="00BE0758"/>
    <w:rsid w:val="00BE2154"/>
    <w:rsid w:val="00BE2EC5"/>
    <w:rsid w:val="00BE439D"/>
    <w:rsid w:val="00BE45A8"/>
    <w:rsid w:val="00BE525E"/>
    <w:rsid w:val="00BE593A"/>
    <w:rsid w:val="00BE5A52"/>
    <w:rsid w:val="00BE623F"/>
    <w:rsid w:val="00BF26FD"/>
    <w:rsid w:val="00BF4038"/>
    <w:rsid w:val="00BF44F6"/>
    <w:rsid w:val="00BF5D6A"/>
    <w:rsid w:val="00BF6AC4"/>
    <w:rsid w:val="00BF7391"/>
    <w:rsid w:val="00BF7524"/>
    <w:rsid w:val="00C01195"/>
    <w:rsid w:val="00C020CD"/>
    <w:rsid w:val="00C02FE0"/>
    <w:rsid w:val="00C03B22"/>
    <w:rsid w:val="00C03CB6"/>
    <w:rsid w:val="00C03E79"/>
    <w:rsid w:val="00C044B4"/>
    <w:rsid w:val="00C04D4B"/>
    <w:rsid w:val="00C06269"/>
    <w:rsid w:val="00C0691A"/>
    <w:rsid w:val="00C0694E"/>
    <w:rsid w:val="00C1000E"/>
    <w:rsid w:val="00C10654"/>
    <w:rsid w:val="00C10766"/>
    <w:rsid w:val="00C10FD0"/>
    <w:rsid w:val="00C11F99"/>
    <w:rsid w:val="00C14972"/>
    <w:rsid w:val="00C14EA1"/>
    <w:rsid w:val="00C14FD0"/>
    <w:rsid w:val="00C1511D"/>
    <w:rsid w:val="00C1589C"/>
    <w:rsid w:val="00C1724C"/>
    <w:rsid w:val="00C17C23"/>
    <w:rsid w:val="00C20BB2"/>
    <w:rsid w:val="00C2239E"/>
    <w:rsid w:val="00C2307A"/>
    <w:rsid w:val="00C23FF2"/>
    <w:rsid w:val="00C24E74"/>
    <w:rsid w:val="00C251F2"/>
    <w:rsid w:val="00C301ED"/>
    <w:rsid w:val="00C31C4C"/>
    <w:rsid w:val="00C31F2A"/>
    <w:rsid w:val="00C3218D"/>
    <w:rsid w:val="00C32319"/>
    <w:rsid w:val="00C3393E"/>
    <w:rsid w:val="00C33D98"/>
    <w:rsid w:val="00C342E3"/>
    <w:rsid w:val="00C358EB"/>
    <w:rsid w:val="00C35B08"/>
    <w:rsid w:val="00C35F61"/>
    <w:rsid w:val="00C36425"/>
    <w:rsid w:val="00C37688"/>
    <w:rsid w:val="00C40D35"/>
    <w:rsid w:val="00C41148"/>
    <w:rsid w:val="00C41242"/>
    <w:rsid w:val="00C416A2"/>
    <w:rsid w:val="00C4241F"/>
    <w:rsid w:val="00C425C9"/>
    <w:rsid w:val="00C42A01"/>
    <w:rsid w:val="00C43237"/>
    <w:rsid w:val="00C43C59"/>
    <w:rsid w:val="00C445FB"/>
    <w:rsid w:val="00C458FF"/>
    <w:rsid w:val="00C45BA2"/>
    <w:rsid w:val="00C5034B"/>
    <w:rsid w:val="00C51788"/>
    <w:rsid w:val="00C5254D"/>
    <w:rsid w:val="00C536A5"/>
    <w:rsid w:val="00C537F3"/>
    <w:rsid w:val="00C54581"/>
    <w:rsid w:val="00C54838"/>
    <w:rsid w:val="00C56594"/>
    <w:rsid w:val="00C57F74"/>
    <w:rsid w:val="00C627A8"/>
    <w:rsid w:val="00C62C67"/>
    <w:rsid w:val="00C6446F"/>
    <w:rsid w:val="00C66696"/>
    <w:rsid w:val="00C66958"/>
    <w:rsid w:val="00C677A2"/>
    <w:rsid w:val="00C706A4"/>
    <w:rsid w:val="00C71243"/>
    <w:rsid w:val="00C714EA"/>
    <w:rsid w:val="00C734D7"/>
    <w:rsid w:val="00C73974"/>
    <w:rsid w:val="00C7408F"/>
    <w:rsid w:val="00C7459F"/>
    <w:rsid w:val="00C752F7"/>
    <w:rsid w:val="00C759B9"/>
    <w:rsid w:val="00C766F1"/>
    <w:rsid w:val="00C7716F"/>
    <w:rsid w:val="00C77874"/>
    <w:rsid w:val="00C804E6"/>
    <w:rsid w:val="00C820AC"/>
    <w:rsid w:val="00C8304F"/>
    <w:rsid w:val="00C831A7"/>
    <w:rsid w:val="00C84614"/>
    <w:rsid w:val="00C8494E"/>
    <w:rsid w:val="00C84C3D"/>
    <w:rsid w:val="00C85433"/>
    <w:rsid w:val="00C865CE"/>
    <w:rsid w:val="00C873C8"/>
    <w:rsid w:val="00C87FCE"/>
    <w:rsid w:val="00C9000C"/>
    <w:rsid w:val="00C91CD9"/>
    <w:rsid w:val="00C91E17"/>
    <w:rsid w:val="00C92744"/>
    <w:rsid w:val="00C931D9"/>
    <w:rsid w:val="00C9337A"/>
    <w:rsid w:val="00C93710"/>
    <w:rsid w:val="00C94508"/>
    <w:rsid w:val="00C946CE"/>
    <w:rsid w:val="00C95173"/>
    <w:rsid w:val="00C96EDC"/>
    <w:rsid w:val="00CA155F"/>
    <w:rsid w:val="00CA1B8A"/>
    <w:rsid w:val="00CA1FB4"/>
    <w:rsid w:val="00CA3FEE"/>
    <w:rsid w:val="00CA4121"/>
    <w:rsid w:val="00CA639A"/>
    <w:rsid w:val="00CA65B9"/>
    <w:rsid w:val="00CA6B4E"/>
    <w:rsid w:val="00CB09D1"/>
    <w:rsid w:val="00CB0EF7"/>
    <w:rsid w:val="00CB2122"/>
    <w:rsid w:val="00CB273E"/>
    <w:rsid w:val="00CB4577"/>
    <w:rsid w:val="00CB547C"/>
    <w:rsid w:val="00CB6650"/>
    <w:rsid w:val="00CB6694"/>
    <w:rsid w:val="00CB76B6"/>
    <w:rsid w:val="00CB79F2"/>
    <w:rsid w:val="00CC0DC1"/>
    <w:rsid w:val="00CC199E"/>
    <w:rsid w:val="00CC2BBC"/>
    <w:rsid w:val="00CC3042"/>
    <w:rsid w:val="00CC40C2"/>
    <w:rsid w:val="00CC4EB3"/>
    <w:rsid w:val="00CC664E"/>
    <w:rsid w:val="00CC6953"/>
    <w:rsid w:val="00CC7FC7"/>
    <w:rsid w:val="00CD18A6"/>
    <w:rsid w:val="00CD2D32"/>
    <w:rsid w:val="00CD3AE0"/>
    <w:rsid w:val="00CD410D"/>
    <w:rsid w:val="00CD472C"/>
    <w:rsid w:val="00CD4C7B"/>
    <w:rsid w:val="00CD51A1"/>
    <w:rsid w:val="00CD5605"/>
    <w:rsid w:val="00CD664D"/>
    <w:rsid w:val="00CD7C1A"/>
    <w:rsid w:val="00CE033E"/>
    <w:rsid w:val="00CE0896"/>
    <w:rsid w:val="00CE101A"/>
    <w:rsid w:val="00CE1262"/>
    <w:rsid w:val="00CE2E34"/>
    <w:rsid w:val="00CE40EF"/>
    <w:rsid w:val="00CE5800"/>
    <w:rsid w:val="00CE5FD9"/>
    <w:rsid w:val="00CF143A"/>
    <w:rsid w:val="00CF252D"/>
    <w:rsid w:val="00CF3787"/>
    <w:rsid w:val="00CF5360"/>
    <w:rsid w:val="00CF5B78"/>
    <w:rsid w:val="00CF5C97"/>
    <w:rsid w:val="00CF7233"/>
    <w:rsid w:val="00CF7CFC"/>
    <w:rsid w:val="00D00D07"/>
    <w:rsid w:val="00D00D94"/>
    <w:rsid w:val="00D01693"/>
    <w:rsid w:val="00D055DD"/>
    <w:rsid w:val="00D05F55"/>
    <w:rsid w:val="00D05FB8"/>
    <w:rsid w:val="00D0647C"/>
    <w:rsid w:val="00D07208"/>
    <w:rsid w:val="00D1109A"/>
    <w:rsid w:val="00D1133A"/>
    <w:rsid w:val="00D1187F"/>
    <w:rsid w:val="00D124C5"/>
    <w:rsid w:val="00D1337C"/>
    <w:rsid w:val="00D134E2"/>
    <w:rsid w:val="00D1455A"/>
    <w:rsid w:val="00D1464D"/>
    <w:rsid w:val="00D149A7"/>
    <w:rsid w:val="00D14E42"/>
    <w:rsid w:val="00D16A24"/>
    <w:rsid w:val="00D177AC"/>
    <w:rsid w:val="00D2171C"/>
    <w:rsid w:val="00D21F54"/>
    <w:rsid w:val="00D226F1"/>
    <w:rsid w:val="00D23011"/>
    <w:rsid w:val="00D23185"/>
    <w:rsid w:val="00D233CA"/>
    <w:rsid w:val="00D239B3"/>
    <w:rsid w:val="00D24F62"/>
    <w:rsid w:val="00D250A9"/>
    <w:rsid w:val="00D260F3"/>
    <w:rsid w:val="00D264C2"/>
    <w:rsid w:val="00D2678D"/>
    <w:rsid w:val="00D26949"/>
    <w:rsid w:val="00D269A4"/>
    <w:rsid w:val="00D26D3E"/>
    <w:rsid w:val="00D270E5"/>
    <w:rsid w:val="00D272BD"/>
    <w:rsid w:val="00D278B6"/>
    <w:rsid w:val="00D27F11"/>
    <w:rsid w:val="00D3286D"/>
    <w:rsid w:val="00D32A2F"/>
    <w:rsid w:val="00D32C42"/>
    <w:rsid w:val="00D32CB2"/>
    <w:rsid w:val="00D33590"/>
    <w:rsid w:val="00D34EF1"/>
    <w:rsid w:val="00D352D4"/>
    <w:rsid w:val="00D3552B"/>
    <w:rsid w:val="00D35DE0"/>
    <w:rsid w:val="00D362A1"/>
    <w:rsid w:val="00D370B6"/>
    <w:rsid w:val="00D37E1F"/>
    <w:rsid w:val="00D406F7"/>
    <w:rsid w:val="00D40788"/>
    <w:rsid w:val="00D41C06"/>
    <w:rsid w:val="00D425B8"/>
    <w:rsid w:val="00D428A3"/>
    <w:rsid w:val="00D44890"/>
    <w:rsid w:val="00D44B66"/>
    <w:rsid w:val="00D46D83"/>
    <w:rsid w:val="00D47078"/>
    <w:rsid w:val="00D4743F"/>
    <w:rsid w:val="00D4774F"/>
    <w:rsid w:val="00D47E27"/>
    <w:rsid w:val="00D50257"/>
    <w:rsid w:val="00D502A9"/>
    <w:rsid w:val="00D505AE"/>
    <w:rsid w:val="00D50C31"/>
    <w:rsid w:val="00D52156"/>
    <w:rsid w:val="00D5368F"/>
    <w:rsid w:val="00D54FC3"/>
    <w:rsid w:val="00D55070"/>
    <w:rsid w:val="00D55C33"/>
    <w:rsid w:val="00D578C7"/>
    <w:rsid w:val="00D603CA"/>
    <w:rsid w:val="00D60902"/>
    <w:rsid w:val="00D60C2F"/>
    <w:rsid w:val="00D60DEA"/>
    <w:rsid w:val="00D60F32"/>
    <w:rsid w:val="00D617B0"/>
    <w:rsid w:val="00D61FF3"/>
    <w:rsid w:val="00D6428B"/>
    <w:rsid w:val="00D65705"/>
    <w:rsid w:val="00D65DFB"/>
    <w:rsid w:val="00D67D1D"/>
    <w:rsid w:val="00D67ED3"/>
    <w:rsid w:val="00D703E9"/>
    <w:rsid w:val="00D706F0"/>
    <w:rsid w:val="00D71D68"/>
    <w:rsid w:val="00D72575"/>
    <w:rsid w:val="00D72647"/>
    <w:rsid w:val="00D73284"/>
    <w:rsid w:val="00D73970"/>
    <w:rsid w:val="00D73CD5"/>
    <w:rsid w:val="00D73E19"/>
    <w:rsid w:val="00D751D3"/>
    <w:rsid w:val="00D7677A"/>
    <w:rsid w:val="00D76AB4"/>
    <w:rsid w:val="00D775D9"/>
    <w:rsid w:val="00D810FC"/>
    <w:rsid w:val="00D83FD2"/>
    <w:rsid w:val="00D83FDA"/>
    <w:rsid w:val="00D87126"/>
    <w:rsid w:val="00D874BF"/>
    <w:rsid w:val="00D87F6A"/>
    <w:rsid w:val="00D902E2"/>
    <w:rsid w:val="00D911EA"/>
    <w:rsid w:val="00D9295E"/>
    <w:rsid w:val="00D94365"/>
    <w:rsid w:val="00D9450E"/>
    <w:rsid w:val="00D946C8"/>
    <w:rsid w:val="00D95062"/>
    <w:rsid w:val="00D96281"/>
    <w:rsid w:val="00D978C5"/>
    <w:rsid w:val="00D97CE1"/>
    <w:rsid w:val="00D97DEC"/>
    <w:rsid w:val="00DA1DCC"/>
    <w:rsid w:val="00DA2832"/>
    <w:rsid w:val="00DA2C49"/>
    <w:rsid w:val="00DA2D54"/>
    <w:rsid w:val="00DA3686"/>
    <w:rsid w:val="00DA36CB"/>
    <w:rsid w:val="00DA4357"/>
    <w:rsid w:val="00DA4E80"/>
    <w:rsid w:val="00DA615E"/>
    <w:rsid w:val="00DA746E"/>
    <w:rsid w:val="00DB09D8"/>
    <w:rsid w:val="00DB0F0B"/>
    <w:rsid w:val="00DB2BF0"/>
    <w:rsid w:val="00DB318C"/>
    <w:rsid w:val="00DB43B2"/>
    <w:rsid w:val="00DB44BB"/>
    <w:rsid w:val="00DB4DC5"/>
    <w:rsid w:val="00DB6EFB"/>
    <w:rsid w:val="00DC0F1C"/>
    <w:rsid w:val="00DC19CF"/>
    <w:rsid w:val="00DC2F56"/>
    <w:rsid w:val="00DC3B5D"/>
    <w:rsid w:val="00DC3DFF"/>
    <w:rsid w:val="00DC49B5"/>
    <w:rsid w:val="00DC4A7E"/>
    <w:rsid w:val="00DC5C82"/>
    <w:rsid w:val="00DC5CF0"/>
    <w:rsid w:val="00DC6BEA"/>
    <w:rsid w:val="00DD0D5C"/>
    <w:rsid w:val="00DD1494"/>
    <w:rsid w:val="00DD1A6F"/>
    <w:rsid w:val="00DD27E4"/>
    <w:rsid w:val="00DD4727"/>
    <w:rsid w:val="00DD4902"/>
    <w:rsid w:val="00DD4A5C"/>
    <w:rsid w:val="00DD5426"/>
    <w:rsid w:val="00DD5970"/>
    <w:rsid w:val="00DD6E50"/>
    <w:rsid w:val="00DD74AF"/>
    <w:rsid w:val="00DE0B7D"/>
    <w:rsid w:val="00DE1807"/>
    <w:rsid w:val="00DE205B"/>
    <w:rsid w:val="00DE267F"/>
    <w:rsid w:val="00DE2F6A"/>
    <w:rsid w:val="00DE54B8"/>
    <w:rsid w:val="00DE5A82"/>
    <w:rsid w:val="00DE621B"/>
    <w:rsid w:val="00DE6BCC"/>
    <w:rsid w:val="00DE7020"/>
    <w:rsid w:val="00DE73DA"/>
    <w:rsid w:val="00DF0C8D"/>
    <w:rsid w:val="00DF1665"/>
    <w:rsid w:val="00DF1669"/>
    <w:rsid w:val="00DF3F83"/>
    <w:rsid w:val="00DF50C0"/>
    <w:rsid w:val="00DF57E6"/>
    <w:rsid w:val="00DF5CAC"/>
    <w:rsid w:val="00DF6012"/>
    <w:rsid w:val="00DF6D88"/>
    <w:rsid w:val="00DF70FB"/>
    <w:rsid w:val="00E00EAC"/>
    <w:rsid w:val="00E01677"/>
    <w:rsid w:val="00E023FA"/>
    <w:rsid w:val="00E02786"/>
    <w:rsid w:val="00E02906"/>
    <w:rsid w:val="00E0324B"/>
    <w:rsid w:val="00E03470"/>
    <w:rsid w:val="00E035BB"/>
    <w:rsid w:val="00E03E7D"/>
    <w:rsid w:val="00E044E6"/>
    <w:rsid w:val="00E0576E"/>
    <w:rsid w:val="00E06C9A"/>
    <w:rsid w:val="00E0702A"/>
    <w:rsid w:val="00E077D4"/>
    <w:rsid w:val="00E07920"/>
    <w:rsid w:val="00E127EC"/>
    <w:rsid w:val="00E12FF2"/>
    <w:rsid w:val="00E13949"/>
    <w:rsid w:val="00E15172"/>
    <w:rsid w:val="00E1663D"/>
    <w:rsid w:val="00E167D3"/>
    <w:rsid w:val="00E17AB3"/>
    <w:rsid w:val="00E205BC"/>
    <w:rsid w:val="00E20CED"/>
    <w:rsid w:val="00E21885"/>
    <w:rsid w:val="00E237D6"/>
    <w:rsid w:val="00E25391"/>
    <w:rsid w:val="00E2624D"/>
    <w:rsid w:val="00E26E62"/>
    <w:rsid w:val="00E278EF"/>
    <w:rsid w:val="00E27F79"/>
    <w:rsid w:val="00E30538"/>
    <w:rsid w:val="00E32DAA"/>
    <w:rsid w:val="00E33018"/>
    <w:rsid w:val="00E33971"/>
    <w:rsid w:val="00E33BF6"/>
    <w:rsid w:val="00E34967"/>
    <w:rsid w:val="00E37329"/>
    <w:rsid w:val="00E3739C"/>
    <w:rsid w:val="00E376CC"/>
    <w:rsid w:val="00E417B1"/>
    <w:rsid w:val="00E44289"/>
    <w:rsid w:val="00E44E54"/>
    <w:rsid w:val="00E45905"/>
    <w:rsid w:val="00E47A0B"/>
    <w:rsid w:val="00E500C4"/>
    <w:rsid w:val="00E50322"/>
    <w:rsid w:val="00E5069E"/>
    <w:rsid w:val="00E50708"/>
    <w:rsid w:val="00E50E11"/>
    <w:rsid w:val="00E51205"/>
    <w:rsid w:val="00E52727"/>
    <w:rsid w:val="00E5324F"/>
    <w:rsid w:val="00E555D7"/>
    <w:rsid w:val="00E5571E"/>
    <w:rsid w:val="00E560DE"/>
    <w:rsid w:val="00E56525"/>
    <w:rsid w:val="00E5695C"/>
    <w:rsid w:val="00E571A5"/>
    <w:rsid w:val="00E60368"/>
    <w:rsid w:val="00E609F1"/>
    <w:rsid w:val="00E62671"/>
    <w:rsid w:val="00E62853"/>
    <w:rsid w:val="00E62F53"/>
    <w:rsid w:val="00E6387D"/>
    <w:rsid w:val="00E64B97"/>
    <w:rsid w:val="00E64D24"/>
    <w:rsid w:val="00E653C0"/>
    <w:rsid w:val="00E657DE"/>
    <w:rsid w:val="00E65A5E"/>
    <w:rsid w:val="00E668C3"/>
    <w:rsid w:val="00E671D6"/>
    <w:rsid w:val="00E67684"/>
    <w:rsid w:val="00E67979"/>
    <w:rsid w:val="00E67C5A"/>
    <w:rsid w:val="00E67E45"/>
    <w:rsid w:val="00E701A3"/>
    <w:rsid w:val="00E70855"/>
    <w:rsid w:val="00E7122B"/>
    <w:rsid w:val="00E7192D"/>
    <w:rsid w:val="00E7368C"/>
    <w:rsid w:val="00E75A86"/>
    <w:rsid w:val="00E76EED"/>
    <w:rsid w:val="00E77ABE"/>
    <w:rsid w:val="00E80B1D"/>
    <w:rsid w:val="00E811F0"/>
    <w:rsid w:val="00E82BF9"/>
    <w:rsid w:val="00E82DEE"/>
    <w:rsid w:val="00E82ED0"/>
    <w:rsid w:val="00E845C0"/>
    <w:rsid w:val="00E84878"/>
    <w:rsid w:val="00E869E7"/>
    <w:rsid w:val="00E86F3F"/>
    <w:rsid w:val="00E8704D"/>
    <w:rsid w:val="00E87CEA"/>
    <w:rsid w:val="00E90429"/>
    <w:rsid w:val="00E90F1F"/>
    <w:rsid w:val="00E918F1"/>
    <w:rsid w:val="00E91C30"/>
    <w:rsid w:val="00E9330B"/>
    <w:rsid w:val="00E93556"/>
    <w:rsid w:val="00E93925"/>
    <w:rsid w:val="00E93BBF"/>
    <w:rsid w:val="00E942ED"/>
    <w:rsid w:val="00E9598F"/>
    <w:rsid w:val="00E960A2"/>
    <w:rsid w:val="00E96638"/>
    <w:rsid w:val="00E97784"/>
    <w:rsid w:val="00EA15D7"/>
    <w:rsid w:val="00EA1F18"/>
    <w:rsid w:val="00EA316C"/>
    <w:rsid w:val="00EA4365"/>
    <w:rsid w:val="00EA5225"/>
    <w:rsid w:val="00EA6AE7"/>
    <w:rsid w:val="00EA6D51"/>
    <w:rsid w:val="00EA714A"/>
    <w:rsid w:val="00EB2930"/>
    <w:rsid w:val="00EB46D6"/>
    <w:rsid w:val="00EB4D32"/>
    <w:rsid w:val="00EB697B"/>
    <w:rsid w:val="00EB7A46"/>
    <w:rsid w:val="00EB7F80"/>
    <w:rsid w:val="00EC07B8"/>
    <w:rsid w:val="00EC0C19"/>
    <w:rsid w:val="00EC1C0E"/>
    <w:rsid w:val="00EC1D42"/>
    <w:rsid w:val="00EC226F"/>
    <w:rsid w:val="00EC23E3"/>
    <w:rsid w:val="00EC2FF1"/>
    <w:rsid w:val="00EC38B5"/>
    <w:rsid w:val="00EC4FAC"/>
    <w:rsid w:val="00EC71D6"/>
    <w:rsid w:val="00EC76A2"/>
    <w:rsid w:val="00EC7986"/>
    <w:rsid w:val="00ED01F2"/>
    <w:rsid w:val="00ED02E4"/>
    <w:rsid w:val="00ED0730"/>
    <w:rsid w:val="00ED1E60"/>
    <w:rsid w:val="00ED24CF"/>
    <w:rsid w:val="00ED28CD"/>
    <w:rsid w:val="00ED2901"/>
    <w:rsid w:val="00ED46CA"/>
    <w:rsid w:val="00ED624B"/>
    <w:rsid w:val="00ED6554"/>
    <w:rsid w:val="00EE12DB"/>
    <w:rsid w:val="00EE1545"/>
    <w:rsid w:val="00EE220E"/>
    <w:rsid w:val="00EE4569"/>
    <w:rsid w:val="00EE4744"/>
    <w:rsid w:val="00EE5E8D"/>
    <w:rsid w:val="00EE6086"/>
    <w:rsid w:val="00EE6959"/>
    <w:rsid w:val="00EE7476"/>
    <w:rsid w:val="00EE7B4F"/>
    <w:rsid w:val="00EE7FBE"/>
    <w:rsid w:val="00EF17CF"/>
    <w:rsid w:val="00EF404F"/>
    <w:rsid w:val="00EF44EA"/>
    <w:rsid w:val="00EF7CA1"/>
    <w:rsid w:val="00F000DE"/>
    <w:rsid w:val="00F00374"/>
    <w:rsid w:val="00F0224D"/>
    <w:rsid w:val="00F026DA"/>
    <w:rsid w:val="00F02BFA"/>
    <w:rsid w:val="00F02CD0"/>
    <w:rsid w:val="00F038AA"/>
    <w:rsid w:val="00F03C9B"/>
    <w:rsid w:val="00F04FAF"/>
    <w:rsid w:val="00F05EDD"/>
    <w:rsid w:val="00F06AF7"/>
    <w:rsid w:val="00F0724A"/>
    <w:rsid w:val="00F07799"/>
    <w:rsid w:val="00F07E1C"/>
    <w:rsid w:val="00F107DE"/>
    <w:rsid w:val="00F108B5"/>
    <w:rsid w:val="00F11211"/>
    <w:rsid w:val="00F11600"/>
    <w:rsid w:val="00F11669"/>
    <w:rsid w:val="00F120EB"/>
    <w:rsid w:val="00F1233D"/>
    <w:rsid w:val="00F12773"/>
    <w:rsid w:val="00F12BAE"/>
    <w:rsid w:val="00F14221"/>
    <w:rsid w:val="00F14B65"/>
    <w:rsid w:val="00F161B1"/>
    <w:rsid w:val="00F17BDF"/>
    <w:rsid w:val="00F17C00"/>
    <w:rsid w:val="00F17C0A"/>
    <w:rsid w:val="00F2115A"/>
    <w:rsid w:val="00F2117D"/>
    <w:rsid w:val="00F212E7"/>
    <w:rsid w:val="00F21CB3"/>
    <w:rsid w:val="00F23DF1"/>
    <w:rsid w:val="00F2410C"/>
    <w:rsid w:val="00F24757"/>
    <w:rsid w:val="00F252E3"/>
    <w:rsid w:val="00F254CA"/>
    <w:rsid w:val="00F25848"/>
    <w:rsid w:val="00F27B6E"/>
    <w:rsid w:val="00F301BA"/>
    <w:rsid w:val="00F30ECB"/>
    <w:rsid w:val="00F31EB3"/>
    <w:rsid w:val="00F32613"/>
    <w:rsid w:val="00F34714"/>
    <w:rsid w:val="00F34799"/>
    <w:rsid w:val="00F34961"/>
    <w:rsid w:val="00F354E6"/>
    <w:rsid w:val="00F362F7"/>
    <w:rsid w:val="00F377D5"/>
    <w:rsid w:val="00F37913"/>
    <w:rsid w:val="00F37B64"/>
    <w:rsid w:val="00F37D7D"/>
    <w:rsid w:val="00F40126"/>
    <w:rsid w:val="00F40898"/>
    <w:rsid w:val="00F40F7E"/>
    <w:rsid w:val="00F41376"/>
    <w:rsid w:val="00F416E6"/>
    <w:rsid w:val="00F42332"/>
    <w:rsid w:val="00F43735"/>
    <w:rsid w:val="00F43D7D"/>
    <w:rsid w:val="00F44563"/>
    <w:rsid w:val="00F44A77"/>
    <w:rsid w:val="00F45BC1"/>
    <w:rsid w:val="00F46D65"/>
    <w:rsid w:val="00F46FFC"/>
    <w:rsid w:val="00F477E8"/>
    <w:rsid w:val="00F4787E"/>
    <w:rsid w:val="00F5012E"/>
    <w:rsid w:val="00F51EBC"/>
    <w:rsid w:val="00F52B8F"/>
    <w:rsid w:val="00F53B02"/>
    <w:rsid w:val="00F53FEA"/>
    <w:rsid w:val="00F54893"/>
    <w:rsid w:val="00F54B31"/>
    <w:rsid w:val="00F5507C"/>
    <w:rsid w:val="00F55DC6"/>
    <w:rsid w:val="00F55E35"/>
    <w:rsid w:val="00F56003"/>
    <w:rsid w:val="00F56182"/>
    <w:rsid w:val="00F56975"/>
    <w:rsid w:val="00F57A80"/>
    <w:rsid w:val="00F60811"/>
    <w:rsid w:val="00F60FF2"/>
    <w:rsid w:val="00F6284A"/>
    <w:rsid w:val="00F632F1"/>
    <w:rsid w:val="00F63569"/>
    <w:rsid w:val="00F63D6A"/>
    <w:rsid w:val="00F641CE"/>
    <w:rsid w:val="00F645E3"/>
    <w:rsid w:val="00F64D28"/>
    <w:rsid w:val="00F6523C"/>
    <w:rsid w:val="00F657B8"/>
    <w:rsid w:val="00F66BB9"/>
    <w:rsid w:val="00F671DF"/>
    <w:rsid w:val="00F67285"/>
    <w:rsid w:val="00F70057"/>
    <w:rsid w:val="00F7075D"/>
    <w:rsid w:val="00F72AC3"/>
    <w:rsid w:val="00F7430F"/>
    <w:rsid w:val="00F755DC"/>
    <w:rsid w:val="00F77715"/>
    <w:rsid w:val="00F77D05"/>
    <w:rsid w:val="00F800C5"/>
    <w:rsid w:val="00F804B2"/>
    <w:rsid w:val="00F816B6"/>
    <w:rsid w:val="00F81E81"/>
    <w:rsid w:val="00F820EA"/>
    <w:rsid w:val="00F83169"/>
    <w:rsid w:val="00F83AEB"/>
    <w:rsid w:val="00F83F3B"/>
    <w:rsid w:val="00F847A4"/>
    <w:rsid w:val="00F84A4F"/>
    <w:rsid w:val="00F84A79"/>
    <w:rsid w:val="00F84B67"/>
    <w:rsid w:val="00F858A7"/>
    <w:rsid w:val="00F86162"/>
    <w:rsid w:val="00F862C2"/>
    <w:rsid w:val="00F86998"/>
    <w:rsid w:val="00F86F29"/>
    <w:rsid w:val="00F86FA9"/>
    <w:rsid w:val="00F8793F"/>
    <w:rsid w:val="00F87FA3"/>
    <w:rsid w:val="00F9027F"/>
    <w:rsid w:val="00F9036C"/>
    <w:rsid w:val="00F90803"/>
    <w:rsid w:val="00F90D44"/>
    <w:rsid w:val="00F90ECF"/>
    <w:rsid w:val="00F915A2"/>
    <w:rsid w:val="00F922FD"/>
    <w:rsid w:val="00F93837"/>
    <w:rsid w:val="00F93A50"/>
    <w:rsid w:val="00F954C9"/>
    <w:rsid w:val="00F9664F"/>
    <w:rsid w:val="00F96AE7"/>
    <w:rsid w:val="00F97109"/>
    <w:rsid w:val="00FA423C"/>
    <w:rsid w:val="00FA43D1"/>
    <w:rsid w:val="00FA5D22"/>
    <w:rsid w:val="00FA6675"/>
    <w:rsid w:val="00FA79B1"/>
    <w:rsid w:val="00FA7FE0"/>
    <w:rsid w:val="00FB0190"/>
    <w:rsid w:val="00FB0356"/>
    <w:rsid w:val="00FB0384"/>
    <w:rsid w:val="00FB077B"/>
    <w:rsid w:val="00FB187B"/>
    <w:rsid w:val="00FB42F4"/>
    <w:rsid w:val="00FB4DD7"/>
    <w:rsid w:val="00FB4EA2"/>
    <w:rsid w:val="00FB62A7"/>
    <w:rsid w:val="00FB7BF9"/>
    <w:rsid w:val="00FC11AC"/>
    <w:rsid w:val="00FC23B7"/>
    <w:rsid w:val="00FC30E5"/>
    <w:rsid w:val="00FC32A4"/>
    <w:rsid w:val="00FC4B27"/>
    <w:rsid w:val="00FC4D9F"/>
    <w:rsid w:val="00FC5554"/>
    <w:rsid w:val="00FC5AE8"/>
    <w:rsid w:val="00FC6A2B"/>
    <w:rsid w:val="00FC715F"/>
    <w:rsid w:val="00FD2E63"/>
    <w:rsid w:val="00FD3B4F"/>
    <w:rsid w:val="00FD3E31"/>
    <w:rsid w:val="00FD4A5B"/>
    <w:rsid w:val="00FD6A87"/>
    <w:rsid w:val="00FD6C16"/>
    <w:rsid w:val="00FE007B"/>
    <w:rsid w:val="00FE2282"/>
    <w:rsid w:val="00FE24C0"/>
    <w:rsid w:val="00FE2536"/>
    <w:rsid w:val="00FE2873"/>
    <w:rsid w:val="00FE3386"/>
    <w:rsid w:val="00FE3A5D"/>
    <w:rsid w:val="00FE5C7F"/>
    <w:rsid w:val="00FE667F"/>
    <w:rsid w:val="00FE6F72"/>
    <w:rsid w:val="00FE7010"/>
    <w:rsid w:val="00FE76D4"/>
    <w:rsid w:val="00FF13E4"/>
    <w:rsid w:val="00FF18B9"/>
    <w:rsid w:val="00FF25D6"/>
    <w:rsid w:val="00FF4ED8"/>
    <w:rsid w:val="00FF536E"/>
    <w:rsid w:val="00FF5D2D"/>
    <w:rsid w:val="00FF5D45"/>
    <w:rsid w:val="00FF62FE"/>
    <w:rsid w:val="00FF6FCC"/>
    <w:rsid w:val="00FF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B76C25"/>
  <w15:docId w15:val="{74B088BE-E58D-475A-B7D3-D16E3343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53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453B2"/>
    <w:pPr>
      <w:tabs>
        <w:tab w:val="center" w:pos="4153"/>
        <w:tab w:val="right" w:pos="8306"/>
      </w:tabs>
    </w:pPr>
  </w:style>
  <w:style w:type="paragraph" w:customStyle="1" w:styleId="ParagraphStyle1">
    <w:name w:val="Paragraph Style 1"/>
    <w:basedOn w:val="Normal"/>
    <w:rsid w:val="007453B2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Myriad Pro" w:hAnsi="Myriad Pro" w:cs="Myriad Pro"/>
      <w:color w:val="000000"/>
      <w:sz w:val="22"/>
      <w:szCs w:val="22"/>
      <w:lang w:val="et-EE" w:eastAsia="et-EE"/>
    </w:rPr>
  </w:style>
  <w:style w:type="paragraph" w:styleId="BalloonText">
    <w:name w:val="Balloon Text"/>
    <w:basedOn w:val="Normal"/>
    <w:link w:val="BalloonTextChar"/>
    <w:semiHidden/>
    <w:unhideWhenUsed/>
    <w:rsid w:val="00005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05613"/>
    <w:rPr>
      <w:rFonts w:ascii="Segoe UI" w:hAnsi="Segoe UI" w:cs="Segoe UI"/>
      <w:sz w:val="18"/>
      <w:szCs w:val="18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5D09E5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D09E5"/>
  </w:style>
  <w:style w:type="paragraph" w:customStyle="1" w:styleId="Default">
    <w:name w:val="Default"/>
    <w:rsid w:val="0069529F"/>
    <w:pPr>
      <w:suppressAutoHyphens/>
      <w:autoSpaceDE w:val="0"/>
      <w:autoSpaceDN w:val="0"/>
      <w:textAlignment w:val="baseline"/>
    </w:pPr>
    <w:rPr>
      <w:rFonts w:eastAsia="Calibri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D559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8F008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2D0B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A2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2D0B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rje\Desktop\EOKL\Blanketid,%20alusdokumendid\EOKL%20blank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FA348577098245899D2F4916D234F0" ma:contentTypeVersion="12" ma:contentTypeDescription="Create a new document." ma:contentTypeScope="" ma:versionID="1df8a359b9f4babb23fb3a8073e44034">
  <xsd:schema xmlns:xsd="http://www.w3.org/2001/XMLSchema" xmlns:xs="http://www.w3.org/2001/XMLSchema" xmlns:p="http://schemas.microsoft.com/office/2006/metadata/properties" xmlns:ns3="19fa0ad8-cca7-49f9-93c9-14cea3d6850b" targetNamespace="http://schemas.microsoft.com/office/2006/metadata/properties" ma:root="true" ma:fieldsID="7e3241b3fd9484e9bb23cb8361083af0" ns3:_="">
    <xsd:import namespace="19fa0ad8-cca7-49f9-93c9-14cea3d6850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a0ad8-cca7-49f9-93c9-14cea3d685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fa0ad8-cca7-49f9-93c9-14cea3d6850b" xsi:nil="true"/>
  </documentManagement>
</p:properties>
</file>

<file path=customXml/itemProps1.xml><?xml version="1.0" encoding="utf-8"?>
<ds:datastoreItem xmlns:ds="http://schemas.openxmlformats.org/officeDocument/2006/customXml" ds:itemID="{ACD2A44E-4C1F-44F3-8230-A53EC2F409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FFD3BC-EF44-4E6D-9A9E-BFD8F9BF1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a0ad8-cca7-49f9-93c9-14cea3d68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AE6EC-9A6D-498D-A19B-93F98DC040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3C482-1F92-431F-9D6C-01440452448A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9fa0ad8-cca7-49f9-93c9-14cea3d6850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EOKL blank</Template>
  <TotalTime>1</TotalTime>
  <Pages>2</Pages>
  <Words>501</Words>
  <Characters>2909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</dc:creator>
  <cp:keywords/>
  <dc:description/>
  <cp:lastModifiedBy>Andry Krass</cp:lastModifiedBy>
  <cp:revision>2</cp:revision>
  <cp:lastPrinted>2015-09-29T10:36:00Z</cp:lastPrinted>
  <dcterms:created xsi:type="dcterms:W3CDTF">2025-10-22T12:40:00Z</dcterms:created>
  <dcterms:modified xsi:type="dcterms:W3CDTF">2025-10-22T12:40:00Z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0x01010051FA348577098245899D2F4916D234F0</vt:lpwstr>
  </property>
</Properties>
</file>